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6D381" w14:textId="77777777" w:rsidR="006B69AD" w:rsidRPr="00702352" w:rsidRDefault="001E6B69" w:rsidP="00E24628">
      <w:pPr>
        <w:pStyle w:val="DocumentTitle"/>
        <w:framePr w:w="10490" w:wrap="notBeside"/>
      </w:pPr>
      <w:r>
        <w:t>Agenda</w:t>
      </w:r>
    </w:p>
    <w:p w14:paraId="0A1207AF" w14:textId="5C724B54" w:rsidR="00D75FAE" w:rsidRDefault="00D75FAE" w:rsidP="00AC662F">
      <w:pPr>
        <w:pStyle w:val="Heading2"/>
      </w:pPr>
    </w:p>
    <w:p w14:paraId="70BD8B9B" w14:textId="3C659DAA" w:rsidR="00AC662F" w:rsidRDefault="00DE3096" w:rsidP="00AC662F">
      <w:pPr>
        <w:pStyle w:val="Heading2"/>
      </w:pPr>
      <w:r>
        <w:t>CMP3</w:t>
      </w:r>
      <w:r w:rsidR="00836FD3">
        <w:t>20</w:t>
      </w:r>
      <w:r w:rsidR="00E63E92">
        <w:t xml:space="preserve">                      Workgroup Meeting</w:t>
      </w:r>
      <w:r w:rsidR="004E65A6">
        <w:t xml:space="preserve"> 2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851"/>
        <w:gridCol w:w="1984"/>
        <w:gridCol w:w="1134"/>
        <w:gridCol w:w="6519"/>
      </w:tblGrid>
      <w:tr w:rsidR="009B7149" w14:paraId="1A57EBA4" w14:textId="77777777" w:rsidTr="00DB6C33">
        <w:tc>
          <w:tcPr>
            <w:tcW w:w="851" w:type="dxa"/>
          </w:tcPr>
          <w:p w14:paraId="32A19AA4" w14:textId="77777777" w:rsidR="009B7149" w:rsidRPr="00DF7557" w:rsidRDefault="009B7149" w:rsidP="00DB6C33">
            <w:pPr>
              <w:pStyle w:val="TableColumnHeading"/>
            </w:pPr>
            <w:r w:rsidRPr="00DF7557">
              <w:t>Date:</w:t>
            </w:r>
          </w:p>
        </w:tc>
        <w:sdt>
          <w:sdtPr>
            <w:id w:val="1496834383"/>
            <w:placeholder>
              <w:docPart w:val="3C2957A1E62A4452B734DD011F7B4D72"/>
            </w:placeholder>
            <w:date w:fullDate="2019-10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7CB65D9E" w14:textId="2EE6091C" w:rsidR="009B7149" w:rsidRPr="00F21FF4" w:rsidRDefault="004E65A6" w:rsidP="007D4797">
                <w:pPr>
                  <w:pStyle w:val="TableBody"/>
                </w:pPr>
                <w:r>
                  <w:t>08/10/2019</w:t>
                </w:r>
              </w:p>
            </w:tc>
          </w:sdtContent>
        </w:sdt>
        <w:tc>
          <w:tcPr>
            <w:tcW w:w="1134" w:type="dxa"/>
          </w:tcPr>
          <w:p w14:paraId="7B3260A5" w14:textId="77777777" w:rsidR="009B7149" w:rsidRPr="00F21FF4" w:rsidRDefault="009B7149" w:rsidP="00DB6C33">
            <w:pPr>
              <w:pStyle w:val="TableColumnHeading"/>
            </w:pPr>
            <w:r w:rsidRPr="00F21FF4">
              <w:t>Location:</w:t>
            </w:r>
          </w:p>
        </w:tc>
        <w:tc>
          <w:tcPr>
            <w:tcW w:w="6519" w:type="dxa"/>
          </w:tcPr>
          <w:p w14:paraId="56B289A9" w14:textId="4E163CE1" w:rsidR="009B7149" w:rsidRPr="00F21FF4" w:rsidRDefault="00836FD3" w:rsidP="00DB6C33">
            <w:pPr>
              <w:pStyle w:val="TableBody"/>
            </w:pPr>
            <w:r>
              <w:t xml:space="preserve">National Grid ESO Offices (Warwick) / </w:t>
            </w:r>
            <w:proofErr w:type="spellStart"/>
            <w:r w:rsidR="005175CF">
              <w:t>Webex</w:t>
            </w:r>
            <w:proofErr w:type="spellEnd"/>
          </w:p>
        </w:tc>
      </w:tr>
      <w:tr w:rsidR="009B7149" w14:paraId="544C46C9" w14:textId="77777777" w:rsidTr="00DB6C33">
        <w:tc>
          <w:tcPr>
            <w:tcW w:w="851" w:type="dxa"/>
          </w:tcPr>
          <w:p w14:paraId="39F7C4DA" w14:textId="77777777" w:rsidR="009B7149" w:rsidRPr="00DF7557" w:rsidRDefault="009B7149" w:rsidP="00DB6C33">
            <w:pPr>
              <w:pStyle w:val="TableColumnHeading"/>
            </w:pPr>
            <w:r w:rsidRPr="00DF7557">
              <w:t>Start:</w:t>
            </w:r>
          </w:p>
        </w:tc>
        <w:sdt>
          <w:sdtPr>
            <w:id w:val="1154033511"/>
            <w:placeholder>
              <w:docPart w:val="9390963286334B8CA88766FB5960DEAA"/>
            </w:placeholder>
            <w:text/>
          </w:sdtPr>
          <w:sdtEndPr/>
          <w:sdtContent>
            <w:tc>
              <w:tcPr>
                <w:tcW w:w="1984" w:type="dxa"/>
              </w:tcPr>
              <w:p w14:paraId="7147A39A" w14:textId="448FDD1B" w:rsidR="009B7149" w:rsidRPr="00F21FF4" w:rsidRDefault="005175CF" w:rsidP="007D4797">
                <w:pPr>
                  <w:pStyle w:val="TableBody"/>
                </w:pPr>
                <w:r>
                  <w:t>1</w:t>
                </w:r>
                <w:r w:rsidR="00836FD3">
                  <w:t>0:0</w:t>
                </w:r>
                <w:r>
                  <w:t>0</w:t>
                </w:r>
              </w:p>
            </w:tc>
          </w:sdtContent>
        </w:sdt>
        <w:tc>
          <w:tcPr>
            <w:tcW w:w="1134" w:type="dxa"/>
          </w:tcPr>
          <w:p w14:paraId="645C44ED" w14:textId="77777777" w:rsidR="009B7149" w:rsidRPr="00F21FF4" w:rsidRDefault="009B7149" w:rsidP="00DB6C33">
            <w:pPr>
              <w:pStyle w:val="TableColumnHeading"/>
            </w:pPr>
            <w:r w:rsidRPr="00F21FF4">
              <w:t>End:</w:t>
            </w:r>
          </w:p>
        </w:tc>
        <w:tc>
          <w:tcPr>
            <w:tcW w:w="6519" w:type="dxa"/>
          </w:tcPr>
          <w:p w14:paraId="42CD2D36" w14:textId="2676C323" w:rsidR="009B7149" w:rsidRPr="00F21FF4" w:rsidRDefault="00AB222E" w:rsidP="00AC662F">
            <w:pPr>
              <w:pStyle w:val="TableBody"/>
            </w:pPr>
            <w:sdt>
              <w:sdtPr>
                <w:id w:val="575173402"/>
                <w:placeholder>
                  <w:docPart w:val="D47420E11EA84CA7B7A58E0DDBFCC75A"/>
                </w:placeholder>
                <w:text/>
              </w:sdtPr>
              <w:sdtEndPr/>
              <w:sdtContent>
                <w:r w:rsidR="00DE3096">
                  <w:t>1</w:t>
                </w:r>
                <w:r w:rsidR="004E65A6">
                  <w:t>4</w:t>
                </w:r>
                <w:r w:rsidR="00836FD3">
                  <w:t>:0</w:t>
                </w:r>
                <w:r w:rsidR="005175CF">
                  <w:t>0</w:t>
                </w:r>
              </w:sdtContent>
            </w:sdt>
          </w:p>
        </w:tc>
      </w:tr>
    </w:tbl>
    <w:p w14:paraId="0D446284" w14:textId="77777777" w:rsidR="009B7149" w:rsidRDefault="009B7149" w:rsidP="009B7149">
      <w:pPr>
        <w:pStyle w:val="Heading2"/>
      </w:pPr>
      <w:r>
        <w:t>Agenda</w:t>
      </w: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401"/>
        <w:gridCol w:w="3640"/>
        <w:gridCol w:w="2594"/>
        <w:gridCol w:w="2025"/>
      </w:tblGrid>
      <w:tr w:rsidR="004E65A6" w:rsidRPr="00DF7557" w14:paraId="3F95961A" w14:textId="72FB1223" w:rsidTr="00AB3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1" w:type="dxa"/>
          </w:tcPr>
          <w:p w14:paraId="13841F19" w14:textId="77777777" w:rsidR="004E65A6" w:rsidRPr="00DF7557" w:rsidRDefault="004E65A6" w:rsidP="00DB6C33">
            <w:pPr>
              <w:pStyle w:val="TableColumnHeading"/>
            </w:pPr>
          </w:p>
        </w:tc>
        <w:tc>
          <w:tcPr>
            <w:tcW w:w="3640" w:type="dxa"/>
          </w:tcPr>
          <w:p w14:paraId="4EA9BDF3" w14:textId="77777777" w:rsidR="004E65A6" w:rsidRPr="00DF7557" w:rsidRDefault="004E65A6" w:rsidP="00DB6C33">
            <w:pPr>
              <w:pStyle w:val="TableColumnHeading"/>
            </w:pPr>
            <w:r>
              <w:t>Topics to be discussed</w:t>
            </w:r>
          </w:p>
        </w:tc>
        <w:tc>
          <w:tcPr>
            <w:tcW w:w="2594" w:type="dxa"/>
          </w:tcPr>
          <w:p w14:paraId="60E8F223" w14:textId="77777777" w:rsidR="004E65A6" w:rsidRDefault="004E65A6" w:rsidP="004A1715">
            <w:pPr>
              <w:pStyle w:val="TableColumnHeading"/>
              <w:jc w:val="center"/>
            </w:pPr>
            <w:r>
              <w:t>Lead</w:t>
            </w:r>
          </w:p>
        </w:tc>
        <w:tc>
          <w:tcPr>
            <w:tcW w:w="2025" w:type="dxa"/>
          </w:tcPr>
          <w:p w14:paraId="639E00E7" w14:textId="77777777" w:rsidR="004E65A6" w:rsidRDefault="004E65A6" w:rsidP="004A1715">
            <w:pPr>
              <w:pStyle w:val="TableColumnHeading"/>
              <w:jc w:val="center"/>
            </w:pPr>
            <w:r>
              <w:t>Timing</w:t>
            </w:r>
          </w:p>
        </w:tc>
      </w:tr>
      <w:sdt>
        <w:sdtPr>
          <w:rPr>
            <w:lang w:eastAsia="en-NZ"/>
          </w:rPr>
          <w:id w:val="1108319034"/>
        </w:sdtPr>
        <w:sdtEndPr/>
        <w:sdtContent>
          <w:sdt>
            <w:sdtPr>
              <w:rPr>
                <w:lang w:eastAsia="en-NZ"/>
              </w:rPr>
              <w:id w:val="-1024938222"/>
              <w:placeholder>
                <w:docPart w:val="F91F45C62DF44CF7B6BAB5C348E645D4"/>
              </w:placeholder>
            </w:sdtPr>
            <w:sdtEndPr/>
            <w:sdtContent>
              <w:tr w:rsidR="004E65A6" w14:paraId="305224B7" w14:textId="3361FFE1" w:rsidTr="00AB3576">
                <w:tc>
                  <w:tcPr>
                    <w:tcW w:w="401" w:type="dxa"/>
                  </w:tcPr>
                  <w:p w14:paraId="68AC4AC5" w14:textId="12B156EC" w:rsidR="004E65A6" w:rsidRDefault="004E65A6" w:rsidP="00DB6C33">
                    <w:pPr>
                      <w:pStyle w:val="NumberedBullet1"/>
                    </w:pPr>
                  </w:p>
                </w:tc>
                <w:tc>
                  <w:tcPr>
                    <w:tcW w:w="3640" w:type="dxa"/>
                  </w:tcPr>
                  <w:p w14:paraId="34BD53EA" w14:textId="04796C80" w:rsidR="004E65A6" w:rsidRDefault="004E65A6" w:rsidP="00DB6C33">
                    <w:pPr>
                      <w:pStyle w:val="TableBody"/>
                    </w:pPr>
                    <w:r w:rsidRPr="00F21FF4">
                      <w:t>Welcome and Introductions</w:t>
                    </w:r>
                  </w:p>
                </w:tc>
                <w:sdt>
                  <w:sdtPr>
                    <w:id w:val="-246653814"/>
                    <w:placeholder>
                      <w:docPart w:val="E63406AF047747D6B6F91CDE9F3DD5FB"/>
                    </w:placeholder>
                    <w:text/>
                  </w:sdtPr>
                  <w:sdtEndPr/>
                  <w:sdtContent>
                    <w:tc>
                      <w:tcPr>
                        <w:tcW w:w="2594" w:type="dxa"/>
                      </w:tcPr>
                      <w:p w14:paraId="5E490482" w14:textId="5699D2DA" w:rsidR="004E65A6" w:rsidRDefault="004E65A6" w:rsidP="00D0453C">
                        <w:pPr>
                          <w:pStyle w:val="TableBody"/>
                          <w:jc w:val="center"/>
                        </w:pPr>
                        <w:r>
                          <w:t>Chair – PMU</w:t>
                        </w:r>
                      </w:p>
                    </w:tc>
                  </w:sdtContent>
                </w:sdt>
                <w:tc>
                  <w:tcPr>
                    <w:tcW w:w="2025" w:type="dxa"/>
                  </w:tcPr>
                  <w:p w14:paraId="323EDA86" w14:textId="7E73C758" w:rsidR="004E65A6" w:rsidRDefault="004E65A6" w:rsidP="00D0453C">
                    <w:pPr>
                      <w:pStyle w:val="TableBody"/>
                      <w:jc w:val="center"/>
                    </w:pPr>
                    <w:r>
                      <w:t>10:00-10:05</w:t>
                    </w:r>
                  </w:p>
                </w:tc>
              </w:tr>
            </w:sdtContent>
          </w:sdt>
        </w:sdtContent>
      </w:sdt>
      <w:tr w:rsidR="004E65A6" w14:paraId="1F0A5EE6" w14:textId="57887AC6" w:rsidTr="00AB3576">
        <w:tc>
          <w:tcPr>
            <w:tcW w:w="401" w:type="dxa"/>
          </w:tcPr>
          <w:p w14:paraId="5A5758BF" w14:textId="77777777" w:rsidR="004E65A6" w:rsidRPr="007D4797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63F4702D" w14:textId="3BDDC63D" w:rsidR="004E65A6" w:rsidRPr="00E70830" w:rsidRDefault="004E65A6" w:rsidP="00E70830">
            <w:pPr>
              <w:pStyle w:val="TableBody"/>
            </w:pPr>
            <w:r w:rsidRPr="00E70830">
              <w:t xml:space="preserve">Objectives for the </w:t>
            </w:r>
            <w:r>
              <w:t>meeting including where we are currently, what we are seeking to achieve and timeline</w:t>
            </w:r>
          </w:p>
        </w:tc>
        <w:sdt>
          <w:sdtPr>
            <w:id w:val="-1091301537"/>
            <w:placeholder>
              <w:docPart w:val="DF3245783D9F4FB2BE4A782E408DDEEC"/>
            </w:placeholder>
            <w:text/>
          </w:sdtPr>
          <w:sdtEndPr/>
          <w:sdtContent>
            <w:tc>
              <w:tcPr>
                <w:tcW w:w="2594" w:type="dxa"/>
              </w:tcPr>
              <w:p w14:paraId="3380518E" w14:textId="34502CC8" w:rsidR="004E65A6" w:rsidRDefault="004E65A6" w:rsidP="00E70830">
                <w:pPr>
                  <w:pStyle w:val="TableBody"/>
                  <w:jc w:val="center"/>
                </w:pPr>
                <w:r>
                  <w:t>Chair – PMU</w:t>
                </w:r>
              </w:p>
            </w:tc>
          </w:sdtContent>
        </w:sdt>
        <w:tc>
          <w:tcPr>
            <w:tcW w:w="2025" w:type="dxa"/>
          </w:tcPr>
          <w:p w14:paraId="5CC57AF1" w14:textId="4C0C4054" w:rsidR="004E65A6" w:rsidRDefault="004E65A6" w:rsidP="00E70830">
            <w:pPr>
              <w:pStyle w:val="TableBody"/>
              <w:jc w:val="center"/>
            </w:pPr>
            <w:r>
              <w:t>10:05-10:15</w:t>
            </w:r>
          </w:p>
        </w:tc>
      </w:tr>
      <w:tr w:rsidR="004E65A6" w14:paraId="5D7BD95B" w14:textId="527ED4C0" w:rsidTr="00AB3576">
        <w:tc>
          <w:tcPr>
            <w:tcW w:w="401" w:type="dxa"/>
          </w:tcPr>
          <w:p w14:paraId="5CACDF57" w14:textId="77777777" w:rsidR="004E65A6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5E6B5FC1" w14:textId="0D3DF8B1" w:rsidR="004E65A6" w:rsidRDefault="004E65A6" w:rsidP="00DE30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Workgroup Consultation Responses notably:</w:t>
            </w:r>
          </w:p>
          <w:p w14:paraId="37CEE116" w14:textId="69D89E6B" w:rsidR="004E65A6" w:rsidRPr="004E65A6" w:rsidRDefault="004E65A6" w:rsidP="004E65A6">
            <w:pPr>
              <w:pStyle w:val="Default"/>
              <w:numPr>
                <w:ilvl w:val="0"/>
                <w:numId w:val="34"/>
              </w:numPr>
              <w:rPr>
                <w:i/>
                <w:sz w:val="20"/>
                <w:szCs w:val="20"/>
              </w:rPr>
            </w:pPr>
            <w:r w:rsidRPr="004E65A6">
              <w:rPr>
                <w:i/>
                <w:sz w:val="20"/>
                <w:szCs w:val="20"/>
              </w:rPr>
              <w:t>Overall summary provided by PMU</w:t>
            </w:r>
          </w:p>
          <w:p w14:paraId="29DC3EE8" w14:textId="77777777" w:rsidR="004E65A6" w:rsidRPr="004E65A6" w:rsidRDefault="004E65A6" w:rsidP="004E65A6">
            <w:pPr>
              <w:pStyle w:val="Default"/>
              <w:numPr>
                <w:ilvl w:val="0"/>
                <w:numId w:val="34"/>
              </w:numPr>
              <w:rPr>
                <w:i/>
                <w:sz w:val="20"/>
                <w:szCs w:val="20"/>
              </w:rPr>
            </w:pPr>
            <w:r w:rsidRPr="004E65A6">
              <w:rPr>
                <w:i/>
                <w:sz w:val="20"/>
                <w:szCs w:val="20"/>
              </w:rPr>
              <w:t>Legal Text Changes</w:t>
            </w:r>
          </w:p>
          <w:p w14:paraId="6F00EB89" w14:textId="74C41202" w:rsidR="004E65A6" w:rsidRPr="005175CF" w:rsidRDefault="004E65A6" w:rsidP="004E65A6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4E65A6">
              <w:rPr>
                <w:i/>
                <w:sz w:val="20"/>
                <w:szCs w:val="20"/>
              </w:rPr>
              <w:t>Workgroup Alternatives</w:t>
            </w:r>
          </w:p>
        </w:tc>
        <w:tc>
          <w:tcPr>
            <w:tcW w:w="2594" w:type="dxa"/>
          </w:tcPr>
          <w:p w14:paraId="1158EC4C" w14:textId="0CF7FE71" w:rsidR="004E65A6" w:rsidRDefault="004E65A6" w:rsidP="00E70830">
            <w:pPr>
              <w:pStyle w:val="TableBody"/>
              <w:jc w:val="center"/>
            </w:pPr>
            <w:r>
              <w:t>Chair &amp; Workgroup</w:t>
            </w:r>
          </w:p>
        </w:tc>
        <w:tc>
          <w:tcPr>
            <w:tcW w:w="2025" w:type="dxa"/>
          </w:tcPr>
          <w:p w14:paraId="1B6DC719" w14:textId="7522E7E0" w:rsidR="004E65A6" w:rsidRDefault="004E65A6" w:rsidP="00E70830">
            <w:pPr>
              <w:pStyle w:val="TableBody"/>
              <w:jc w:val="center"/>
            </w:pPr>
            <w:r>
              <w:t>10:15-12:30</w:t>
            </w:r>
          </w:p>
        </w:tc>
      </w:tr>
      <w:tr w:rsidR="004E65A6" w14:paraId="564A1FC1" w14:textId="77777777" w:rsidTr="00AB3576">
        <w:tc>
          <w:tcPr>
            <w:tcW w:w="401" w:type="dxa"/>
          </w:tcPr>
          <w:p w14:paraId="73F60CD0" w14:textId="42161D39" w:rsidR="004E65A6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41568165" w14:textId="2750F9F8" w:rsidR="004E65A6" w:rsidRDefault="004E65A6" w:rsidP="00E70830">
            <w:pPr>
              <w:pStyle w:val="TableBody"/>
            </w:pPr>
            <w:r>
              <w:t>Lunch</w:t>
            </w:r>
          </w:p>
        </w:tc>
        <w:tc>
          <w:tcPr>
            <w:tcW w:w="2594" w:type="dxa"/>
          </w:tcPr>
          <w:p w14:paraId="2EAEE705" w14:textId="77777777" w:rsidR="004E65A6" w:rsidRDefault="004E65A6" w:rsidP="00E70830">
            <w:pPr>
              <w:pStyle w:val="TableBody"/>
              <w:jc w:val="center"/>
            </w:pPr>
          </w:p>
        </w:tc>
        <w:tc>
          <w:tcPr>
            <w:tcW w:w="2025" w:type="dxa"/>
          </w:tcPr>
          <w:p w14:paraId="06E170CE" w14:textId="2CBCE0BF" w:rsidR="004E65A6" w:rsidRDefault="004E65A6" w:rsidP="00E70830">
            <w:pPr>
              <w:pStyle w:val="TableBody"/>
              <w:jc w:val="center"/>
            </w:pPr>
            <w:r>
              <w:t>12:30-13:00</w:t>
            </w:r>
          </w:p>
        </w:tc>
      </w:tr>
      <w:tr w:rsidR="004E65A6" w14:paraId="36BD54DB" w14:textId="77777777" w:rsidTr="00AB3576">
        <w:tc>
          <w:tcPr>
            <w:tcW w:w="401" w:type="dxa"/>
          </w:tcPr>
          <w:p w14:paraId="3C858AB2" w14:textId="77777777" w:rsidR="004E65A6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2118221B" w14:textId="77777777" w:rsidR="004E65A6" w:rsidRDefault="004E65A6" w:rsidP="00E70830">
            <w:pPr>
              <w:pStyle w:val="TableBody"/>
            </w:pPr>
            <w:r>
              <w:t xml:space="preserve">Workgroup Vote </w:t>
            </w:r>
          </w:p>
          <w:p w14:paraId="659B45A8" w14:textId="77777777" w:rsidR="004E65A6" w:rsidRPr="004E65A6" w:rsidRDefault="004E65A6" w:rsidP="004E65A6">
            <w:pPr>
              <w:pStyle w:val="TableBody"/>
              <w:numPr>
                <w:ilvl w:val="0"/>
                <w:numId w:val="33"/>
              </w:numPr>
              <w:rPr>
                <w:i/>
              </w:rPr>
            </w:pPr>
            <w:r w:rsidRPr="004E65A6">
              <w:rPr>
                <w:i/>
              </w:rPr>
              <w:t>Valid Alternatives (if formally submitted)?</w:t>
            </w:r>
          </w:p>
          <w:p w14:paraId="4372FFA8" w14:textId="77777777" w:rsidR="004E65A6" w:rsidRPr="004E65A6" w:rsidRDefault="004E65A6" w:rsidP="004E65A6">
            <w:pPr>
              <w:pStyle w:val="TableBody"/>
              <w:numPr>
                <w:ilvl w:val="0"/>
                <w:numId w:val="33"/>
              </w:numPr>
              <w:rPr>
                <w:i/>
              </w:rPr>
            </w:pPr>
            <w:r w:rsidRPr="004E65A6">
              <w:rPr>
                <w:i/>
              </w:rPr>
              <w:t xml:space="preserve">Original and Alternatives better than the Baseline? </w:t>
            </w:r>
          </w:p>
          <w:p w14:paraId="6A26A128" w14:textId="2481CDE5" w:rsidR="004E65A6" w:rsidRDefault="004E65A6" w:rsidP="004E65A6">
            <w:pPr>
              <w:pStyle w:val="TableBody"/>
              <w:numPr>
                <w:ilvl w:val="0"/>
                <w:numId w:val="33"/>
              </w:numPr>
            </w:pPr>
            <w:r w:rsidRPr="004E65A6">
              <w:rPr>
                <w:i/>
              </w:rPr>
              <w:t>Best Overall</w:t>
            </w:r>
          </w:p>
        </w:tc>
        <w:tc>
          <w:tcPr>
            <w:tcW w:w="2594" w:type="dxa"/>
          </w:tcPr>
          <w:p w14:paraId="67017B35" w14:textId="3E82EE7C" w:rsidR="004E65A6" w:rsidRDefault="004E65A6" w:rsidP="00E70830">
            <w:pPr>
              <w:pStyle w:val="TableBody"/>
              <w:jc w:val="center"/>
            </w:pPr>
            <w:r>
              <w:t>Led by Chair – PMU</w:t>
            </w:r>
          </w:p>
        </w:tc>
        <w:tc>
          <w:tcPr>
            <w:tcW w:w="2025" w:type="dxa"/>
          </w:tcPr>
          <w:p w14:paraId="3EE08DE0" w14:textId="45243FAE" w:rsidR="004E65A6" w:rsidRDefault="004E65A6" w:rsidP="00E70830">
            <w:pPr>
              <w:pStyle w:val="TableBody"/>
              <w:jc w:val="center"/>
            </w:pPr>
            <w:r>
              <w:t>13:00-13:45</w:t>
            </w:r>
          </w:p>
        </w:tc>
      </w:tr>
      <w:tr w:rsidR="004E65A6" w14:paraId="4C3B11A8" w14:textId="7D8FE874" w:rsidTr="00AB3576">
        <w:tc>
          <w:tcPr>
            <w:tcW w:w="401" w:type="dxa"/>
          </w:tcPr>
          <w:p w14:paraId="4E10872B" w14:textId="77777777" w:rsidR="004E65A6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6B1E58A1" w14:textId="702A5132" w:rsidR="004E65A6" w:rsidRDefault="004E65A6" w:rsidP="005175CF">
            <w:pPr>
              <w:pStyle w:val="TableBody"/>
            </w:pPr>
            <w:r>
              <w:t>Next steps, timeline &amp; actions taken</w:t>
            </w:r>
          </w:p>
        </w:tc>
        <w:tc>
          <w:tcPr>
            <w:tcW w:w="2594" w:type="dxa"/>
          </w:tcPr>
          <w:p w14:paraId="063B1ACB" w14:textId="199DB53D" w:rsidR="004E65A6" w:rsidRDefault="004E65A6" w:rsidP="00E70830">
            <w:pPr>
              <w:pStyle w:val="TableBody"/>
              <w:jc w:val="center"/>
            </w:pPr>
            <w:r>
              <w:t>Chair - PMU</w:t>
            </w:r>
          </w:p>
        </w:tc>
        <w:tc>
          <w:tcPr>
            <w:tcW w:w="2025" w:type="dxa"/>
          </w:tcPr>
          <w:p w14:paraId="247F8C6E" w14:textId="2576566D" w:rsidR="004E65A6" w:rsidRDefault="004E65A6" w:rsidP="00E70830">
            <w:pPr>
              <w:pStyle w:val="TableBody"/>
              <w:jc w:val="center"/>
            </w:pPr>
            <w:r>
              <w:t>13:45-14:00</w:t>
            </w:r>
          </w:p>
        </w:tc>
      </w:tr>
      <w:tr w:rsidR="004E65A6" w14:paraId="5BF95F22" w14:textId="60686C95" w:rsidTr="00AB3576">
        <w:tc>
          <w:tcPr>
            <w:tcW w:w="401" w:type="dxa"/>
          </w:tcPr>
          <w:p w14:paraId="2FC75E7F" w14:textId="77777777" w:rsidR="004E65A6" w:rsidRDefault="004E65A6" w:rsidP="00E70830">
            <w:pPr>
              <w:pStyle w:val="NumberedBullet1"/>
            </w:pPr>
          </w:p>
        </w:tc>
        <w:tc>
          <w:tcPr>
            <w:tcW w:w="3640" w:type="dxa"/>
          </w:tcPr>
          <w:p w14:paraId="0E80E8CF" w14:textId="550F622A" w:rsidR="004E65A6" w:rsidRDefault="004E65A6" w:rsidP="00E70830">
            <w:pPr>
              <w:pStyle w:val="TableBody"/>
            </w:pPr>
            <w:r>
              <w:t xml:space="preserve">Close </w:t>
            </w:r>
            <w:r w:rsidRPr="004E65A6">
              <w:rPr>
                <w:i/>
              </w:rPr>
              <w:t>(</w:t>
            </w:r>
            <w:proofErr w:type="gramStart"/>
            <w:r w:rsidRPr="004E65A6">
              <w:rPr>
                <w:i/>
              </w:rPr>
              <w:t>1 hour</w:t>
            </w:r>
            <w:proofErr w:type="gramEnd"/>
            <w:r w:rsidRPr="004E65A6">
              <w:rPr>
                <w:i/>
              </w:rPr>
              <w:t xml:space="preserve"> contingency if required)</w:t>
            </w:r>
          </w:p>
        </w:tc>
        <w:tc>
          <w:tcPr>
            <w:tcW w:w="2594" w:type="dxa"/>
          </w:tcPr>
          <w:p w14:paraId="0270094C" w14:textId="3AE25946" w:rsidR="004E65A6" w:rsidRDefault="004E65A6" w:rsidP="00E70830">
            <w:pPr>
              <w:pStyle w:val="TableBody"/>
              <w:jc w:val="center"/>
            </w:pPr>
          </w:p>
        </w:tc>
        <w:tc>
          <w:tcPr>
            <w:tcW w:w="2025" w:type="dxa"/>
          </w:tcPr>
          <w:p w14:paraId="1F214FA6" w14:textId="75456BF4" w:rsidR="004E65A6" w:rsidRDefault="004E65A6" w:rsidP="00E70830">
            <w:pPr>
              <w:pStyle w:val="TableBody"/>
              <w:jc w:val="center"/>
            </w:pPr>
            <w:r>
              <w:t>14:00</w:t>
            </w:r>
          </w:p>
        </w:tc>
      </w:tr>
    </w:tbl>
    <w:p w14:paraId="50937225" w14:textId="6C44FC64" w:rsidR="001C7E4B" w:rsidRDefault="001C7E4B" w:rsidP="001E6B69">
      <w:pPr>
        <w:pStyle w:val="BodyText"/>
      </w:pPr>
    </w:p>
    <w:p w14:paraId="2D937A72" w14:textId="2DA1C5FD" w:rsidR="00DE3096" w:rsidRDefault="00DE3096" w:rsidP="001E6B69">
      <w:pPr>
        <w:pStyle w:val="BodyText"/>
      </w:pPr>
    </w:p>
    <w:p w14:paraId="32353BE0" w14:textId="77777777" w:rsidR="00DE3096" w:rsidRDefault="00DE3096" w:rsidP="001E6B69">
      <w:pPr>
        <w:pStyle w:val="BodyText"/>
      </w:pPr>
    </w:p>
    <w:p w14:paraId="05C1A868" w14:textId="77777777" w:rsidR="00ED7103" w:rsidRDefault="00ED7103" w:rsidP="00ED7103">
      <w:pPr>
        <w:pStyle w:val="Heading2"/>
      </w:pPr>
      <w:r>
        <w:lastRenderedPageBreak/>
        <w:t>Participants</w:t>
      </w:r>
    </w:p>
    <w:sdt>
      <w:sdtPr>
        <w:rPr>
          <w:rFonts w:asciiTheme="minorHAnsi" w:hAnsiTheme="minorHAnsi"/>
          <w:color w:val="454545" w:themeColor="text1"/>
          <w:lang w:eastAsia="en-NZ"/>
        </w:rPr>
        <w:id w:val="286399887"/>
      </w:sdtPr>
      <w:sdtEndPr>
        <w:rPr>
          <w:lang w:eastAsia="en-US"/>
        </w:rPr>
      </w:sdtEndPr>
      <w:sdtContent>
        <w:tbl>
          <w:tblPr>
            <w:tblStyle w:val="NationalGrid"/>
            <w:tblpPr w:leftFromText="180" w:rightFromText="180" w:vertAnchor="text" w:tblpY="1"/>
            <w:tblOverlap w:val="never"/>
            <w:tblW w:w="10490" w:type="dxa"/>
            <w:tblLook w:val="04A0" w:firstRow="1" w:lastRow="0" w:firstColumn="1" w:lastColumn="0" w:noHBand="0" w:noVBand="1"/>
          </w:tblPr>
          <w:tblGrid>
            <w:gridCol w:w="3118"/>
            <w:gridCol w:w="3545"/>
            <w:gridCol w:w="3827"/>
          </w:tblGrid>
          <w:tr w:rsidR="00ED7103" w:rsidRPr="00DF7557" w14:paraId="500A65C3" w14:textId="77777777" w:rsidTr="002F448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418"/>
            </w:trPr>
            <w:tc>
              <w:tcPr>
                <w:tcW w:w="3118" w:type="dxa"/>
              </w:tcPr>
              <w:p w14:paraId="716652C1" w14:textId="77777777" w:rsidR="00ED7103" w:rsidRPr="00DF7557" w:rsidRDefault="00ED7103" w:rsidP="002F448D">
                <w:pPr>
                  <w:pStyle w:val="TableColumnHeading"/>
                </w:pPr>
                <w:r w:rsidRPr="00DF7557">
                  <w:t>Attendee</w:t>
                </w:r>
                <w:r>
                  <w:t>s</w:t>
                </w:r>
              </w:p>
            </w:tc>
            <w:tc>
              <w:tcPr>
                <w:tcW w:w="3545" w:type="dxa"/>
              </w:tcPr>
              <w:p w14:paraId="7D81A00F" w14:textId="77777777" w:rsidR="00ED7103" w:rsidRPr="00DF7557" w:rsidRDefault="00ED7103" w:rsidP="002F448D">
                <w:pPr>
                  <w:pStyle w:val="TableColumnHeading"/>
                  <w:jc w:val="center"/>
                </w:pPr>
                <w:r>
                  <w:t>Company</w:t>
                </w:r>
              </w:p>
            </w:tc>
            <w:tc>
              <w:tcPr>
                <w:tcW w:w="3827" w:type="dxa"/>
              </w:tcPr>
              <w:p w14:paraId="70E659A8" w14:textId="77777777" w:rsidR="00ED7103" w:rsidRPr="00DF7557" w:rsidRDefault="00ED7103" w:rsidP="002F448D">
                <w:pPr>
                  <w:pStyle w:val="TableColumnHeading"/>
                  <w:jc w:val="center"/>
                </w:pPr>
                <w:r>
                  <w:t>Position</w:t>
                </w:r>
              </w:p>
            </w:tc>
          </w:tr>
          <w:sdt>
            <w:sdtPr>
              <w:id w:val="776293691"/>
              <w:placeholder>
                <w:docPart w:val="8E531F47D41F406CAB9421537E977DB3"/>
              </w:placeholder>
            </w:sdtPr>
            <w:sdtEndPr/>
            <w:sdtContent>
              <w:tr w:rsidR="00ED7103" w14:paraId="4E959DA6" w14:textId="77777777" w:rsidTr="002F448D">
                <w:sdt>
                  <w:sdtPr>
                    <w:id w:val="454144855"/>
                    <w:placeholder>
                      <w:docPart w:val="A5878955CE1D401BAF376AC377AC43CD"/>
                    </w:placeholder>
                    <w:text/>
                  </w:sdtPr>
                  <w:sdtEndPr/>
                  <w:sdtContent>
                    <w:tc>
                      <w:tcPr>
                        <w:tcW w:w="3118" w:type="dxa"/>
                      </w:tcPr>
                      <w:p w14:paraId="7E581D78" w14:textId="7572EE8D" w:rsidR="00ED7103" w:rsidRDefault="0049189F" w:rsidP="002F448D">
                        <w:pPr>
                          <w:pStyle w:val="TableBody"/>
                        </w:pPr>
                        <w:r>
                          <w:t>Paul Mullen</w:t>
                        </w:r>
                      </w:p>
                    </w:tc>
                  </w:sdtContent>
                </w:sdt>
                <w:tc>
                  <w:tcPr>
                    <w:tcW w:w="3545" w:type="dxa"/>
                  </w:tcPr>
                  <w:p w14:paraId="156F8852" w14:textId="77777777" w:rsidR="00ED7103" w:rsidRDefault="00ED7103" w:rsidP="002F448D">
                    <w:pPr>
                      <w:pStyle w:val="TableBody"/>
                      <w:jc w:val="center"/>
                    </w:pPr>
                    <w:r>
                      <w:t>Code Admin, National Grid ESO</w:t>
                    </w:r>
                  </w:p>
                </w:tc>
                <w:tc>
                  <w:tcPr>
                    <w:tcW w:w="3827" w:type="dxa"/>
                  </w:tcPr>
                  <w:p w14:paraId="72CD71DA" w14:textId="7FD0EE86" w:rsidR="00ED7103" w:rsidRDefault="005175CF" w:rsidP="002F448D">
                    <w:pPr>
                      <w:pStyle w:val="TableBody"/>
                      <w:jc w:val="center"/>
                    </w:pPr>
                    <w:r>
                      <w:t xml:space="preserve">Chair &amp; </w:t>
                    </w:r>
                    <w:r w:rsidR="00ED7103">
                      <w:t>Technical</w:t>
                    </w:r>
                    <w:r w:rsidR="00ED7103" w:rsidRPr="008C3DBC">
                      <w:t xml:space="preserve"> Secretary</w:t>
                    </w:r>
                  </w:p>
                </w:tc>
              </w:tr>
            </w:sdtContent>
          </w:sdt>
          <w:sdt>
            <w:sdtPr>
              <w:rPr>
                <w:lang w:eastAsia="en-US"/>
              </w:rPr>
              <w:id w:val="-281505391"/>
              <w:placeholder>
                <w:docPart w:val="047EC720170E4F65B22E7176A0C0641F"/>
              </w:placeholder>
            </w:sdtPr>
            <w:sdtEndPr/>
            <w:sdtContent>
              <w:tr w:rsidR="00ED7103" w14:paraId="1DCD2DA6" w14:textId="77777777" w:rsidTr="002F448D">
                <w:sdt>
                  <w:sdtPr>
                    <w:rPr>
                      <w:lang w:eastAsia="en-US"/>
                    </w:rPr>
                    <w:id w:val="-1001813702"/>
                    <w:placeholder>
                      <w:docPart w:val="096E4CC311394ED4850ACA672DAD8A98"/>
                    </w:placeholder>
                    <w:text/>
                  </w:sdtPr>
                  <w:sdtEndPr>
                    <w:rPr>
                      <w:lang w:eastAsia="en-NZ"/>
                    </w:rPr>
                  </w:sdtEndPr>
                  <w:sdtContent>
                    <w:tc>
                      <w:tcPr>
                        <w:tcW w:w="3118" w:type="dxa"/>
                      </w:tcPr>
                      <w:p w14:paraId="5CCDC10B" w14:textId="015E0BCD" w:rsidR="00ED7103" w:rsidRDefault="0049189F" w:rsidP="002F448D">
                        <w:pPr>
                          <w:pStyle w:val="TableBody"/>
                        </w:pPr>
                        <w:r>
                          <w:t>Grahame Neale</w:t>
                        </w:r>
                        <w:r w:rsidR="00ED7103" w:rsidRPr="006450C3"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3545" w:type="dxa"/>
                  </w:tcPr>
                  <w:p w14:paraId="5C73B7BC" w14:textId="1F1434A8" w:rsidR="00ED7103" w:rsidRDefault="00ED7103" w:rsidP="002F448D">
                    <w:pPr>
                      <w:pStyle w:val="TableBody"/>
                      <w:jc w:val="center"/>
                    </w:pPr>
                    <w:r>
                      <w:t>National Grid ESO</w:t>
                    </w:r>
                  </w:p>
                </w:tc>
                <w:tc>
                  <w:tcPr>
                    <w:tcW w:w="3827" w:type="dxa"/>
                  </w:tcPr>
                  <w:p w14:paraId="5E5C80FC" w14:textId="77777777" w:rsidR="00ED7103" w:rsidRDefault="00ED7103" w:rsidP="002F448D">
                    <w:pPr>
                      <w:jc w:val="center"/>
                    </w:pPr>
                    <w:r w:rsidRPr="003B404F">
                      <w:t>Workgroup Member</w:t>
                    </w:r>
                  </w:p>
                </w:tc>
              </w:tr>
            </w:sdtContent>
          </w:sdt>
          <w:sdt>
            <w:sdtPr>
              <w:rPr>
                <w:lang w:eastAsia="en-US"/>
              </w:rPr>
              <w:id w:val="-1314169930"/>
              <w:placeholder>
                <w:docPart w:val="D12742D942594506AF7492FA6E54FD77"/>
              </w:placeholder>
            </w:sdtPr>
            <w:sdtEndPr/>
            <w:sdtContent>
              <w:tr w:rsidR="00ED7103" w14:paraId="3FD2B099" w14:textId="77777777" w:rsidTr="002F448D">
                <w:tc>
                  <w:tcPr>
                    <w:tcW w:w="3118" w:type="dxa"/>
                  </w:tcPr>
                  <w:p w14:paraId="635CF492" w14:textId="674659B9" w:rsidR="00ED7103" w:rsidRDefault="0049189F" w:rsidP="002F448D">
                    <w:pPr>
                      <w:pStyle w:val="TableBody"/>
                    </w:pPr>
                    <w:r>
                      <w:t xml:space="preserve">Jennifer </w:t>
                    </w:r>
                    <w:proofErr w:type="spellStart"/>
                    <w:r>
                      <w:t>Geraghty</w:t>
                    </w:r>
                    <w:proofErr w:type="spellEnd"/>
                    <w:r>
                      <w:t xml:space="preserve"> </w:t>
                    </w:r>
                  </w:p>
                </w:tc>
                <w:tc>
                  <w:tcPr>
                    <w:tcW w:w="3545" w:type="dxa"/>
                  </w:tcPr>
                  <w:p w14:paraId="001F78E2" w14:textId="79A20868" w:rsidR="00ED7103" w:rsidRDefault="0049189F" w:rsidP="002F448D">
                    <w:pPr>
                      <w:pStyle w:val="TableBody"/>
                      <w:jc w:val="center"/>
                    </w:pPr>
                    <w:r>
                      <w:t>SSE Generation Ltd.</w:t>
                    </w:r>
                  </w:p>
                </w:tc>
                <w:tc>
                  <w:tcPr>
                    <w:tcW w:w="3827" w:type="dxa"/>
                  </w:tcPr>
                  <w:p w14:paraId="526D2289" w14:textId="1216CD71" w:rsidR="00ED7103" w:rsidRDefault="00ED7103" w:rsidP="002F448D">
                    <w:pPr>
                      <w:jc w:val="center"/>
                    </w:pPr>
                    <w:r w:rsidRPr="003B404F">
                      <w:t>Workgroup Member</w:t>
                    </w:r>
                    <w:r w:rsidR="002E4D5A">
                      <w:t>/Proposer</w:t>
                    </w:r>
                  </w:p>
                </w:tc>
              </w:tr>
            </w:sdtContent>
          </w:sdt>
          <w:tr w:rsidR="00E03BB1" w14:paraId="52C51CA0" w14:textId="77777777" w:rsidTr="002F448D">
            <w:tc>
              <w:tcPr>
                <w:tcW w:w="3118" w:type="dxa"/>
              </w:tcPr>
              <w:p w14:paraId="0F002D41" w14:textId="06A4A038" w:rsidR="00E03BB1" w:rsidRDefault="00E03BB1" w:rsidP="00E03BB1">
                <w:pPr>
                  <w:pStyle w:val="TableBody"/>
                  <w:rPr>
                    <w:lang w:eastAsia="en-US"/>
                  </w:rPr>
                </w:pPr>
                <w:r>
                  <w:rPr>
                    <w:lang w:eastAsia="en-US"/>
                  </w:rPr>
                  <w:t>John Tindal</w:t>
                </w:r>
              </w:p>
            </w:tc>
            <w:tc>
              <w:tcPr>
                <w:tcW w:w="3545" w:type="dxa"/>
              </w:tcPr>
              <w:p w14:paraId="14D4D495" w14:textId="09C1CE5A" w:rsidR="00E03BB1" w:rsidRDefault="00E03BB1" w:rsidP="00E03BB1">
                <w:pPr>
                  <w:pStyle w:val="TableBody"/>
                  <w:jc w:val="center"/>
                </w:pPr>
                <w:r>
                  <w:t>SSE Generation Ltd.</w:t>
                </w:r>
              </w:p>
            </w:tc>
            <w:tc>
              <w:tcPr>
                <w:tcW w:w="3827" w:type="dxa"/>
              </w:tcPr>
              <w:p w14:paraId="43EC13EC" w14:textId="7C8FEB6A" w:rsidR="00E03BB1" w:rsidRPr="003B404F" w:rsidRDefault="00E03BB1" w:rsidP="00E03BB1">
                <w:pPr>
                  <w:jc w:val="center"/>
                </w:pPr>
                <w:r w:rsidRPr="003B404F">
                  <w:t>Workgroup Member</w:t>
                </w:r>
                <w:r w:rsidR="004E65A6">
                  <w:t xml:space="preserve"> </w:t>
                </w:r>
              </w:p>
            </w:tc>
          </w:tr>
          <w:tr w:rsidR="002E4D5A" w14:paraId="701E067D" w14:textId="77777777" w:rsidTr="002F448D">
            <w:tc>
              <w:tcPr>
                <w:tcW w:w="3118" w:type="dxa"/>
              </w:tcPr>
              <w:p w14:paraId="52D124E0" w14:textId="25F8993F" w:rsidR="002E4D5A" w:rsidRPr="006450C3" w:rsidRDefault="002E4D5A" w:rsidP="00E03BB1">
                <w:pPr>
                  <w:pStyle w:val="TableBody"/>
                </w:pPr>
                <w:r>
                  <w:t>Garth Graham</w:t>
                </w:r>
              </w:p>
            </w:tc>
            <w:tc>
              <w:tcPr>
                <w:tcW w:w="3545" w:type="dxa"/>
              </w:tcPr>
              <w:p w14:paraId="3C809638" w14:textId="268C08A6" w:rsidR="002E4D5A" w:rsidRDefault="002E4D5A" w:rsidP="00E03BB1">
                <w:pPr>
                  <w:pStyle w:val="TableBody"/>
                  <w:jc w:val="center"/>
                </w:pPr>
                <w:r>
                  <w:t>SSE Generation Ltd.</w:t>
                </w:r>
              </w:p>
            </w:tc>
            <w:tc>
              <w:tcPr>
                <w:tcW w:w="3827" w:type="dxa"/>
              </w:tcPr>
              <w:p w14:paraId="2C0FAAF3" w14:textId="633E89F8" w:rsidR="002E4D5A" w:rsidRPr="00D76CF8" w:rsidRDefault="002E4D5A" w:rsidP="00E03BB1">
                <w:pPr>
                  <w:jc w:val="center"/>
                </w:pPr>
                <w:r w:rsidRPr="00D76CF8">
                  <w:t>Workgroup Member</w:t>
                </w:r>
                <w:r>
                  <w:t xml:space="preserve"> (Alternate)</w:t>
                </w:r>
              </w:p>
            </w:tc>
          </w:tr>
          <w:tr w:rsidR="00E03BB1" w14:paraId="113BB8C0" w14:textId="77777777" w:rsidTr="002F448D">
            <w:tc>
              <w:tcPr>
                <w:tcW w:w="3118" w:type="dxa"/>
              </w:tcPr>
              <w:p w14:paraId="10CDA2BE" w14:textId="77777777" w:rsidR="00E03BB1" w:rsidRPr="0056334A" w:rsidRDefault="00E03BB1" w:rsidP="00E03BB1">
                <w:pPr>
                  <w:pStyle w:val="TableBody"/>
                </w:pPr>
                <w:r w:rsidRPr="006450C3">
                  <w:t xml:space="preserve">Robert </w:t>
                </w:r>
                <w:proofErr w:type="spellStart"/>
                <w:r w:rsidRPr="006450C3">
                  <w:t>Longden</w:t>
                </w:r>
                <w:proofErr w:type="spellEnd"/>
              </w:p>
            </w:tc>
            <w:tc>
              <w:tcPr>
                <w:tcW w:w="3545" w:type="dxa"/>
              </w:tcPr>
              <w:p w14:paraId="3BE91F9A" w14:textId="3F2D98A1" w:rsidR="00E03BB1" w:rsidRPr="0056334A" w:rsidRDefault="00E03BB1" w:rsidP="00E03BB1">
                <w:pPr>
                  <w:pStyle w:val="TableBody"/>
                  <w:jc w:val="center"/>
                </w:pPr>
                <w:r>
                  <w:t xml:space="preserve">Cornwall </w:t>
                </w:r>
                <w:r w:rsidR="00316E6F">
                  <w:t>Insight Ltd.</w:t>
                </w:r>
              </w:p>
            </w:tc>
            <w:tc>
              <w:tcPr>
                <w:tcW w:w="3827" w:type="dxa"/>
              </w:tcPr>
              <w:p w14:paraId="796E22D8" w14:textId="77777777" w:rsidR="00E03BB1" w:rsidRDefault="00E03BB1" w:rsidP="00E03BB1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E03BB1" w14:paraId="4B841E7D" w14:textId="77777777" w:rsidTr="002F448D">
            <w:tc>
              <w:tcPr>
                <w:tcW w:w="3118" w:type="dxa"/>
              </w:tcPr>
              <w:p w14:paraId="3B2B5007" w14:textId="48528B67" w:rsidR="00E03BB1" w:rsidRPr="0056334A" w:rsidRDefault="00E03BB1" w:rsidP="00E03BB1">
                <w:pPr>
                  <w:pStyle w:val="TableBody"/>
                </w:pPr>
                <w:r>
                  <w:t>Paul Jones</w:t>
                </w:r>
              </w:p>
            </w:tc>
            <w:tc>
              <w:tcPr>
                <w:tcW w:w="3545" w:type="dxa"/>
              </w:tcPr>
              <w:p w14:paraId="07A9F1D1" w14:textId="47156CC4" w:rsidR="00E03BB1" w:rsidRDefault="00E03BB1" w:rsidP="00E03BB1">
                <w:pPr>
                  <w:pStyle w:val="TableBody"/>
                  <w:jc w:val="center"/>
                </w:pPr>
                <w:proofErr w:type="spellStart"/>
                <w:r>
                  <w:t>Uniper</w:t>
                </w:r>
                <w:proofErr w:type="spellEnd"/>
                <w:r>
                  <w:t xml:space="preserve"> Energy</w:t>
                </w:r>
              </w:p>
            </w:tc>
            <w:tc>
              <w:tcPr>
                <w:tcW w:w="3827" w:type="dxa"/>
              </w:tcPr>
              <w:p w14:paraId="1DAE872A" w14:textId="77777777" w:rsidR="00E03BB1" w:rsidRDefault="00E03BB1" w:rsidP="00E03BB1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E03BB1" w14:paraId="4893EE65" w14:textId="77777777" w:rsidTr="002F448D">
            <w:tc>
              <w:tcPr>
                <w:tcW w:w="3118" w:type="dxa"/>
              </w:tcPr>
              <w:p w14:paraId="26927F26" w14:textId="0BC04316" w:rsidR="00E03BB1" w:rsidRPr="0056334A" w:rsidRDefault="00E03BB1" w:rsidP="00E03BB1">
                <w:pPr>
                  <w:pStyle w:val="TableBody"/>
                </w:pPr>
                <w:r>
                  <w:t xml:space="preserve">Simon </w:t>
                </w:r>
                <w:proofErr w:type="spellStart"/>
                <w:r>
                  <w:t>Swiatek</w:t>
                </w:r>
                <w:proofErr w:type="spellEnd"/>
              </w:p>
            </w:tc>
            <w:tc>
              <w:tcPr>
                <w:tcW w:w="3545" w:type="dxa"/>
              </w:tcPr>
              <w:p w14:paraId="5D249132" w14:textId="52235561" w:rsidR="00E03BB1" w:rsidRPr="007D7475" w:rsidRDefault="00E03BB1" w:rsidP="00E03BB1">
                <w:pPr>
                  <w:pStyle w:val="TableBody"/>
                  <w:jc w:val="center"/>
                </w:pPr>
                <w:proofErr w:type="spellStart"/>
                <w:r w:rsidRPr="007D7475">
                  <w:rPr>
                    <w:rFonts w:ascii="Arial" w:hAnsi="Arial" w:cs="Arial"/>
                  </w:rPr>
                  <w:t>BayWa</w:t>
                </w:r>
                <w:proofErr w:type="spellEnd"/>
                <w:r w:rsidRPr="007D7475">
                  <w:rPr>
                    <w:rFonts w:ascii="Arial" w:hAnsi="Arial" w:cs="Arial"/>
                  </w:rPr>
                  <w:t xml:space="preserve"> RE</w:t>
                </w:r>
              </w:p>
            </w:tc>
            <w:tc>
              <w:tcPr>
                <w:tcW w:w="3827" w:type="dxa"/>
              </w:tcPr>
              <w:p w14:paraId="5EE31470" w14:textId="77777777" w:rsidR="00E03BB1" w:rsidRDefault="00E03BB1" w:rsidP="00E03BB1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E03BB1" w14:paraId="5731E966" w14:textId="77777777" w:rsidTr="002F448D">
            <w:tc>
              <w:tcPr>
                <w:tcW w:w="3118" w:type="dxa"/>
              </w:tcPr>
              <w:p w14:paraId="6E2D6D22" w14:textId="12BBB592" w:rsidR="00E03BB1" w:rsidRPr="0056334A" w:rsidRDefault="00E03BB1" w:rsidP="00E03BB1">
                <w:pPr>
                  <w:pStyle w:val="TableBody"/>
                </w:pPr>
                <w:r>
                  <w:t>Paul Mott</w:t>
                </w:r>
              </w:p>
            </w:tc>
            <w:tc>
              <w:tcPr>
                <w:tcW w:w="3545" w:type="dxa"/>
              </w:tcPr>
              <w:p w14:paraId="5FC0A663" w14:textId="12437570" w:rsidR="00E03BB1" w:rsidRDefault="00E03BB1" w:rsidP="00E03BB1">
                <w:pPr>
                  <w:pStyle w:val="TableBody"/>
                  <w:jc w:val="center"/>
                </w:pPr>
                <w:r>
                  <w:t>EDF</w:t>
                </w:r>
                <w:r w:rsidR="007624A2">
                  <w:t xml:space="preserve"> Energy Limited</w:t>
                </w:r>
              </w:p>
            </w:tc>
            <w:tc>
              <w:tcPr>
                <w:tcW w:w="3827" w:type="dxa"/>
              </w:tcPr>
              <w:p w14:paraId="7CBC19AC" w14:textId="77777777" w:rsidR="00E03BB1" w:rsidRDefault="00E03BB1" w:rsidP="00E03BB1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E03BB1" w14:paraId="70FF0E50" w14:textId="77777777" w:rsidTr="002F448D">
            <w:tc>
              <w:tcPr>
                <w:tcW w:w="3118" w:type="dxa"/>
              </w:tcPr>
              <w:p w14:paraId="30D3C918" w14:textId="56700AEA" w:rsidR="00E03BB1" w:rsidRPr="006450C3" w:rsidRDefault="00E03BB1" w:rsidP="00E03BB1">
                <w:pPr>
                  <w:pStyle w:val="TableBody"/>
                </w:pPr>
                <w:r>
                  <w:t>Guy Nicholson</w:t>
                </w:r>
              </w:p>
            </w:tc>
            <w:tc>
              <w:tcPr>
                <w:tcW w:w="3545" w:type="dxa"/>
              </w:tcPr>
              <w:p w14:paraId="47D66BCB" w14:textId="1413D564" w:rsidR="00E03BB1" w:rsidRDefault="00E03BB1" w:rsidP="00E03BB1">
                <w:pPr>
                  <w:pStyle w:val="TableBody"/>
                  <w:jc w:val="center"/>
                </w:pPr>
                <w:proofErr w:type="spellStart"/>
                <w:r>
                  <w:t>Statkfraft</w:t>
                </w:r>
                <w:proofErr w:type="spellEnd"/>
                <w:r>
                  <w:t xml:space="preserve"> UK Ltd.</w:t>
                </w:r>
              </w:p>
            </w:tc>
            <w:tc>
              <w:tcPr>
                <w:tcW w:w="3827" w:type="dxa"/>
              </w:tcPr>
              <w:p w14:paraId="07F22EEE" w14:textId="5A6B0062" w:rsidR="00E03BB1" w:rsidRPr="00D76CF8" w:rsidRDefault="00E03BB1" w:rsidP="00E03BB1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316E6F" w14:paraId="42D94949" w14:textId="77777777" w:rsidTr="002F448D">
            <w:tc>
              <w:tcPr>
                <w:tcW w:w="3118" w:type="dxa"/>
              </w:tcPr>
              <w:p w14:paraId="3D29B525" w14:textId="49D32B60" w:rsidR="00316E6F" w:rsidRDefault="00316E6F" w:rsidP="00316E6F">
                <w:pPr>
                  <w:pStyle w:val="TableBody"/>
                </w:pPr>
                <w:r>
                  <w:t xml:space="preserve">Alex </w:t>
                </w:r>
                <w:proofErr w:type="spellStart"/>
                <w:r>
                  <w:t>Savvides</w:t>
                </w:r>
                <w:proofErr w:type="spellEnd"/>
              </w:p>
            </w:tc>
            <w:tc>
              <w:tcPr>
                <w:tcW w:w="3545" w:type="dxa"/>
              </w:tcPr>
              <w:p w14:paraId="0417132D" w14:textId="2A6BAAF2" w:rsidR="00316E6F" w:rsidRDefault="00316E6F" w:rsidP="00316E6F">
                <w:pPr>
                  <w:pStyle w:val="TableBody"/>
                  <w:jc w:val="center"/>
                </w:pPr>
                <w:proofErr w:type="spellStart"/>
                <w:r>
                  <w:t>Statkfraft</w:t>
                </w:r>
                <w:proofErr w:type="spellEnd"/>
                <w:r>
                  <w:t xml:space="preserve"> UK Ltd.</w:t>
                </w:r>
              </w:p>
            </w:tc>
            <w:tc>
              <w:tcPr>
                <w:tcW w:w="3827" w:type="dxa"/>
              </w:tcPr>
              <w:p w14:paraId="04476ACF" w14:textId="5309F892" w:rsidR="00316E6F" w:rsidRPr="00D76CF8" w:rsidRDefault="00316E6F" w:rsidP="004E65A6">
                <w:pPr>
                  <w:jc w:val="center"/>
                </w:pPr>
                <w:r w:rsidRPr="00D76CF8">
                  <w:t>Workgroup Member</w:t>
                </w:r>
                <w:r>
                  <w:t xml:space="preserve"> (Alternate)</w:t>
                </w:r>
              </w:p>
            </w:tc>
          </w:tr>
          <w:tr w:rsidR="002E4D5A" w14:paraId="5570E5B3" w14:textId="77777777" w:rsidTr="002F448D">
            <w:tc>
              <w:tcPr>
                <w:tcW w:w="3118" w:type="dxa"/>
              </w:tcPr>
              <w:p w14:paraId="77997DCD" w14:textId="7A0FA4AF" w:rsidR="002E4D5A" w:rsidRDefault="002E4D5A" w:rsidP="002E4D5A">
                <w:pPr>
                  <w:pStyle w:val="TableBody"/>
                </w:pPr>
                <w:r>
                  <w:t>Lizzie Foot</w:t>
                </w:r>
              </w:p>
            </w:tc>
            <w:tc>
              <w:tcPr>
                <w:tcW w:w="3545" w:type="dxa"/>
              </w:tcPr>
              <w:p w14:paraId="567C2246" w14:textId="49C30D63" w:rsidR="002E4D5A" w:rsidRDefault="002E4D5A" w:rsidP="002E4D5A">
                <w:pPr>
                  <w:pStyle w:val="TableBody"/>
                  <w:jc w:val="center"/>
                </w:pPr>
                <w:proofErr w:type="spellStart"/>
                <w:r>
                  <w:t>Hoolan</w:t>
                </w:r>
                <w:proofErr w:type="spellEnd"/>
                <w:r>
                  <w:t xml:space="preserve"> Energy</w:t>
                </w:r>
              </w:p>
            </w:tc>
            <w:tc>
              <w:tcPr>
                <w:tcW w:w="3827" w:type="dxa"/>
              </w:tcPr>
              <w:p w14:paraId="733BBA8F" w14:textId="599AA3E0" w:rsidR="002E4D5A" w:rsidRPr="00D76CF8" w:rsidRDefault="002E4D5A" w:rsidP="002E4D5A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2E4D5A" w14:paraId="62744036" w14:textId="77777777" w:rsidTr="002F448D">
            <w:tc>
              <w:tcPr>
                <w:tcW w:w="3118" w:type="dxa"/>
              </w:tcPr>
              <w:p w14:paraId="423E9350" w14:textId="59D698D7" w:rsidR="002E4D5A" w:rsidRDefault="002E4D5A" w:rsidP="002E4D5A">
                <w:pPr>
                  <w:pStyle w:val="TableBody"/>
                </w:pPr>
                <w:r>
                  <w:t>Alan Knight</w:t>
                </w:r>
              </w:p>
            </w:tc>
            <w:tc>
              <w:tcPr>
                <w:tcW w:w="3545" w:type="dxa"/>
              </w:tcPr>
              <w:p w14:paraId="75A63C8D" w14:textId="2316CA61" w:rsidR="002E4D5A" w:rsidRDefault="002E4D5A" w:rsidP="002E4D5A">
                <w:pPr>
                  <w:pStyle w:val="TableBody"/>
                  <w:jc w:val="center"/>
                </w:pPr>
                <w:r>
                  <w:t>Natural Power</w:t>
                </w:r>
              </w:p>
            </w:tc>
            <w:tc>
              <w:tcPr>
                <w:tcW w:w="3827" w:type="dxa"/>
              </w:tcPr>
              <w:p w14:paraId="056DDAEC" w14:textId="1C8DA2D1" w:rsidR="002E4D5A" w:rsidRPr="00D76CF8" w:rsidRDefault="002E4D5A" w:rsidP="002E4D5A">
                <w:pPr>
                  <w:jc w:val="center"/>
                </w:pPr>
                <w:r w:rsidRPr="00D76CF8">
                  <w:t>Workgroup Member</w:t>
                </w:r>
                <w:r>
                  <w:t xml:space="preserve"> (Alternate)</w:t>
                </w:r>
              </w:p>
            </w:tc>
          </w:tr>
          <w:tr w:rsidR="004E65A6" w14:paraId="2F9E20D1" w14:textId="77777777" w:rsidTr="002F448D">
            <w:tc>
              <w:tcPr>
                <w:tcW w:w="3118" w:type="dxa"/>
              </w:tcPr>
              <w:p w14:paraId="6DBA060E" w14:textId="6AE3607F" w:rsidR="004E65A6" w:rsidRDefault="002E4D5A" w:rsidP="00316E6F">
                <w:pPr>
                  <w:pStyle w:val="TableBody"/>
                </w:pPr>
                <w:r>
                  <w:t xml:space="preserve">Dennis </w:t>
                </w:r>
                <w:proofErr w:type="spellStart"/>
                <w:r>
                  <w:t>Gowland</w:t>
                </w:r>
                <w:proofErr w:type="spellEnd"/>
              </w:p>
            </w:tc>
            <w:tc>
              <w:tcPr>
                <w:tcW w:w="3545" w:type="dxa"/>
              </w:tcPr>
              <w:p w14:paraId="14872F3D" w14:textId="73E57FF5" w:rsidR="004E65A6" w:rsidRDefault="002E4D5A" w:rsidP="00316E6F">
                <w:pPr>
                  <w:pStyle w:val="TableBody"/>
                  <w:jc w:val="center"/>
                </w:pPr>
                <w:proofErr w:type="spellStart"/>
                <w:r>
                  <w:t>Fairwind</w:t>
                </w:r>
                <w:proofErr w:type="spellEnd"/>
                <w:r>
                  <w:t xml:space="preserve"> Orkney Limited</w:t>
                </w:r>
              </w:p>
            </w:tc>
            <w:tc>
              <w:tcPr>
                <w:tcW w:w="3827" w:type="dxa"/>
              </w:tcPr>
              <w:p w14:paraId="212BFD38" w14:textId="01535A46" w:rsidR="004E65A6" w:rsidRPr="00D76CF8" w:rsidRDefault="002E4D5A" w:rsidP="004E65A6">
                <w:pPr>
                  <w:jc w:val="center"/>
                </w:pPr>
                <w:r w:rsidRPr="00D76CF8">
                  <w:t>Workgroup Member</w:t>
                </w:r>
              </w:p>
            </w:tc>
          </w:tr>
          <w:tr w:rsidR="00AB222E" w14:paraId="737CAB7F" w14:textId="77777777" w:rsidTr="002F448D">
            <w:tc>
              <w:tcPr>
                <w:tcW w:w="3118" w:type="dxa"/>
              </w:tcPr>
              <w:p w14:paraId="72252050" w14:textId="7F280559" w:rsidR="00AB222E" w:rsidRDefault="00AB222E" w:rsidP="00316E6F">
                <w:pPr>
                  <w:pStyle w:val="TableBody"/>
                </w:pPr>
                <w:r>
                  <w:t xml:space="preserve">Aaron Priest </w:t>
                </w:r>
              </w:p>
            </w:tc>
            <w:tc>
              <w:tcPr>
                <w:tcW w:w="3545" w:type="dxa"/>
              </w:tcPr>
              <w:p w14:paraId="15558717" w14:textId="444806FA" w:rsidR="00AB222E" w:rsidRDefault="00AB222E" w:rsidP="00316E6F">
                <w:pPr>
                  <w:pStyle w:val="TableBody"/>
                  <w:jc w:val="center"/>
                </w:pPr>
                <w:r w:rsidRPr="00AB222E">
                  <w:t>Viking Energy Shetland LLP</w:t>
                </w:r>
                <w:bookmarkStart w:id="0" w:name="_GoBack"/>
                <w:bookmarkEnd w:id="0"/>
              </w:p>
            </w:tc>
            <w:tc>
              <w:tcPr>
                <w:tcW w:w="3827" w:type="dxa"/>
              </w:tcPr>
              <w:p w14:paraId="0D2C31BC" w14:textId="2AC7F629" w:rsidR="00AB222E" w:rsidRPr="00D76CF8" w:rsidRDefault="00AB222E" w:rsidP="004E65A6">
                <w:pPr>
                  <w:jc w:val="center"/>
                </w:pPr>
                <w:r>
                  <w:t>Observer</w:t>
                </w:r>
              </w:p>
            </w:tc>
          </w:tr>
        </w:tbl>
      </w:sdtContent>
    </w:sdt>
    <w:p w14:paraId="6BB848ED" w14:textId="720209AA" w:rsidR="00C86CEC" w:rsidRDefault="00C86CEC" w:rsidP="001E6B69">
      <w:pPr>
        <w:pStyle w:val="BodyText"/>
      </w:pPr>
    </w:p>
    <w:sectPr w:rsidR="00C86CEC" w:rsidSect="00B03EE4">
      <w:footerReference w:type="default" r:id="rId11"/>
      <w:headerReference w:type="first" r:id="rId12"/>
      <w:footerReference w:type="first" r:id="rId13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EB696" w14:textId="77777777" w:rsidR="00080E82" w:rsidRDefault="00080E82" w:rsidP="00A62BFF">
      <w:pPr>
        <w:spacing w:after="0"/>
      </w:pPr>
      <w:r>
        <w:separator/>
      </w:r>
    </w:p>
  </w:endnote>
  <w:endnote w:type="continuationSeparator" w:id="0">
    <w:p w14:paraId="65DB400D" w14:textId="77777777" w:rsidR="00080E82" w:rsidRDefault="00080E82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654F9BD6" w14:textId="77777777" w:rsidTr="00B26D29">
      <w:tc>
        <w:tcPr>
          <w:tcW w:w="8789" w:type="dxa"/>
          <w:vAlign w:val="bottom"/>
        </w:tcPr>
        <w:p w14:paraId="181A1120" w14:textId="77777777" w:rsidR="00B26D29" w:rsidRDefault="00B26D29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3B0FB997" w14:textId="5FD18B66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AB222E">
            <w:t>2</w:t>
          </w:r>
          <w:r>
            <w:fldChar w:fldCharType="end"/>
          </w:r>
        </w:p>
      </w:tc>
    </w:tr>
  </w:tbl>
  <w:p w14:paraId="3A1A539C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68778462" w14:textId="77777777" w:rsidTr="00B17C6A">
      <w:tc>
        <w:tcPr>
          <w:tcW w:w="8789" w:type="dxa"/>
          <w:vAlign w:val="bottom"/>
        </w:tcPr>
        <w:p w14:paraId="58491296" w14:textId="77777777" w:rsidR="00B26D29" w:rsidRDefault="0029281D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065AE7B3" w14:textId="42FD5E4E"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AB222E">
            <w:t>1</w:t>
          </w:r>
          <w:r>
            <w:fldChar w:fldCharType="end"/>
          </w:r>
        </w:p>
      </w:tc>
    </w:tr>
  </w:tbl>
  <w:p w14:paraId="4C1E92F2" w14:textId="77777777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60816" w14:textId="77777777" w:rsidR="00080E82" w:rsidRDefault="00080E82" w:rsidP="00A62BFF">
      <w:pPr>
        <w:spacing w:after="0"/>
      </w:pPr>
      <w:r>
        <w:separator/>
      </w:r>
    </w:p>
  </w:footnote>
  <w:footnote w:type="continuationSeparator" w:id="0">
    <w:p w14:paraId="105618D4" w14:textId="77777777" w:rsidR="00080E82" w:rsidRDefault="00080E82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5B458" w14:textId="0B9F4183" w:rsidR="00B26D29" w:rsidRPr="00A6517C" w:rsidRDefault="00735297" w:rsidP="009C67D3">
    <w:pPr>
      <w:pStyle w:val="Header"/>
      <w:ind w:left="0"/>
      <w:jc w:val="left"/>
    </w:pPr>
    <w:r>
      <w:rPr>
        <w:lang w:val="en-US"/>
      </w:rPr>
      <w:drawing>
        <wp:anchor distT="0" distB="0" distL="114300" distR="114300" simplePos="0" relativeHeight="251741184" behindDoc="1" locked="0" layoutInCell="1" allowOverlap="1" wp14:anchorId="0DF44C18" wp14:editId="061A5FA8">
          <wp:simplePos x="0" y="0"/>
          <wp:positionH relativeFrom="margin">
            <wp:align>left</wp:align>
          </wp:positionH>
          <wp:positionV relativeFrom="paragraph">
            <wp:posOffset>-74295</wp:posOffset>
          </wp:positionV>
          <wp:extent cx="1850390" cy="309245"/>
          <wp:effectExtent l="0" t="0" r="0" b="0"/>
          <wp:wrapTight wrapText="bothSides">
            <wp:wrapPolygon edited="0">
              <wp:start x="0" y="0"/>
              <wp:lineTo x="0" y="19959"/>
              <wp:lineTo x="21348" y="19959"/>
              <wp:lineTo x="2134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390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val="en-US"/>
      </w:rPr>
      <w:drawing>
        <wp:anchor distT="0" distB="215900" distL="114300" distR="114300" simplePos="0" relativeHeight="251732992" behindDoc="1" locked="1" layoutInCell="1" allowOverlap="1" wp14:anchorId="793C1379" wp14:editId="0F635BB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val="en-US"/>
      </w:rPr>
      <w:drawing>
        <wp:anchor distT="0" distB="0" distL="114300" distR="114300" simplePos="0" relativeHeight="251735040" behindDoc="0" locked="0" layoutInCell="1" allowOverlap="1" wp14:anchorId="4BCE3992" wp14:editId="41838130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2830EE9"/>
    <w:multiLevelType w:val="hybridMultilevel"/>
    <w:tmpl w:val="57722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58F7DDB"/>
    <w:multiLevelType w:val="hybridMultilevel"/>
    <w:tmpl w:val="220456A8"/>
    <w:lvl w:ilvl="0" w:tplc="217E460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F4B42"/>
    <w:multiLevelType w:val="hybridMultilevel"/>
    <w:tmpl w:val="DB640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52347D"/>
    <w:multiLevelType w:val="hybridMultilevel"/>
    <w:tmpl w:val="D7DA7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3825A2"/>
    <w:multiLevelType w:val="hybridMultilevel"/>
    <w:tmpl w:val="80748966"/>
    <w:lvl w:ilvl="0" w:tplc="5F2A2AAC">
      <w:numFmt w:val="bullet"/>
      <w:lvlText w:val="-"/>
      <w:lvlJc w:val="left"/>
      <w:pPr>
        <w:ind w:left="2250" w:hanging="360"/>
      </w:pPr>
      <w:rPr>
        <w:rFonts w:ascii="Arial" w:eastAsiaTheme="minorHAnsi" w:hAnsi="Arial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6" w15:restartNumberingAfterBreak="0">
    <w:nsid w:val="11F938FF"/>
    <w:multiLevelType w:val="hybridMultilevel"/>
    <w:tmpl w:val="B3BE09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0301B40"/>
    <w:multiLevelType w:val="hybridMultilevel"/>
    <w:tmpl w:val="36500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C2B74"/>
    <w:multiLevelType w:val="hybridMultilevel"/>
    <w:tmpl w:val="2F3EC53E"/>
    <w:lvl w:ilvl="0" w:tplc="D16A7864">
      <w:numFmt w:val="bullet"/>
      <w:lvlText w:val="-"/>
      <w:lvlJc w:val="left"/>
      <w:pPr>
        <w:ind w:left="2250" w:hanging="360"/>
      </w:pPr>
      <w:rPr>
        <w:rFonts w:ascii="Arial" w:eastAsiaTheme="minorHAnsi" w:hAnsi="Arial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49905B92"/>
    <w:multiLevelType w:val="hybridMultilevel"/>
    <w:tmpl w:val="86D07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008FA"/>
    <w:multiLevelType w:val="hybridMultilevel"/>
    <w:tmpl w:val="2F78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4" w15:restartNumberingAfterBreak="0">
    <w:nsid w:val="68CA5A1F"/>
    <w:multiLevelType w:val="hybridMultilevel"/>
    <w:tmpl w:val="3FDE9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02B3E"/>
    <w:multiLevelType w:val="hybridMultilevel"/>
    <w:tmpl w:val="4830B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7" w15:restartNumberingAfterBreak="0">
    <w:nsid w:val="6AD3657F"/>
    <w:multiLevelType w:val="multilevel"/>
    <w:tmpl w:val="F8461CFE"/>
    <w:numStyleLink w:val="Bullets"/>
  </w:abstractNum>
  <w:abstractNum w:abstractNumId="28" w15:restartNumberingAfterBreak="0">
    <w:nsid w:val="7215AB71"/>
    <w:multiLevelType w:val="hybridMultilevel"/>
    <w:tmpl w:val="6EF1AB0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31E093E"/>
    <w:multiLevelType w:val="hybridMultilevel"/>
    <w:tmpl w:val="90CA0E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8E4D1C"/>
    <w:multiLevelType w:val="multilevel"/>
    <w:tmpl w:val="7D7CA560"/>
    <w:numStyleLink w:val="NumberedBulletsList"/>
  </w:abstractNum>
  <w:abstractNum w:abstractNumId="31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9"/>
  </w:num>
  <w:num w:numId="13">
    <w:abstractNumId w:val="31"/>
  </w:num>
  <w:num w:numId="14">
    <w:abstractNumId w:val="11"/>
  </w:num>
  <w:num w:numId="15">
    <w:abstractNumId w:val="27"/>
  </w:num>
  <w:num w:numId="16">
    <w:abstractNumId w:val="30"/>
  </w:num>
  <w:num w:numId="17">
    <w:abstractNumId w:val="17"/>
  </w:num>
  <w:num w:numId="18">
    <w:abstractNumId w:val="23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6"/>
  </w:num>
  <w:num w:numId="23">
    <w:abstractNumId w:val="18"/>
  </w:num>
  <w:num w:numId="24">
    <w:abstractNumId w:val="10"/>
  </w:num>
  <w:num w:numId="25">
    <w:abstractNumId w:val="12"/>
  </w:num>
  <w:num w:numId="26">
    <w:abstractNumId w:val="15"/>
  </w:num>
  <w:num w:numId="27">
    <w:abstractNumId w:val="20"/>
  </w:num>
  <w:num w:numId="28">
    <w:abstractNumId w:val="29"/>
  </w:num>
  <w:num w:numId="29">
    <w:abstractNumId w:val="21"/>
  </w:num>
  <w:num w:numId="30">
    <w:abstractNumId w:val="14"/>
  </w:num>
  <w:num w:numId="31">
    <w:abstractNumId w:val="28"/>
  </w:num>
  <w:num w:numId="32">
    <w:abstractNumId w:val="22"/>
  </w:num>
  <w:num w:numId="33">
    <w:abstractNumId w:val="25"/>
  </w:num>
  <w:num w:numId="3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93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026F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E82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4E87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A5789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C7E4B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080"/>
    <w:rsid w:val="001E4924"/>
    <w:rsid w:val="001E54FC"/>
    <w:rsid w:val="001E6636"/>
    <w:rsid w:val="001E6B69"/>
    <w:rsid w:val="001E74F3"/>
    <w:rsid w:val="001E7752"/>
    <w:rsid w:val="001F04C9"/>
    <w:rsid w:val="001F101E"/>
    <w:rsid w:val="001F1748"/>
    <w:rsid w:val="001F2EF2"/>
    <w:rsid w:val="001F3B08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0E66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5E2D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E4D5A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6E6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031"/>
    <w:rsid w:val="00341DBA"/>
    <w:rsid w:val="003426AA"/>
    <w:rsid w:val="00342D7A"/>
    <w:rsid w:val="00342D8D"/>
    <w:rsid w:val="00342DF2"/>
    <w:rsid w:val="00343F8C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BDD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3519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869"/>
    <w:rsid w:val="00464A3D"/>
    <w:rsid w:val="00467853"/>
    <w:rsid w:val="004710DC"/>
    <w:rsid w:val="004713FB"/>
    <w:rsid w:val="00473562"/>
    <w:rsid w:val="00473C1A"/>
    <w:rsid w:val="00474271"/>
    <w:rsid w:val="00474678"/>
    <w:rsid w:val="00475BD5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7D0"/>
    <w:rsid w:val="00490BA7"/>
    <w:rsid w:val="0049189F"/>
    <w:rsid w:val="0049205D"/>
    <w:rsid w:val="00493C98"/>
    <w:rsid w:val="00496719"/>
    <w:rsid w:val="00496763"/>
    <w:rsid w:val="004969EE"/>
    <w:rsid w:val="00497673"/>
    <w:rsid w:val="004A07FA"/>
    <w:rsid w:val="004A1715"/>
    <w:rsid w:val="004A338B"/>
    <w:rsid w:val="004A43DA"/>
    <w:rsid w:val="004A461F"/>
    <w:rsid w:val="004A4AB5"/>
    <w:rsid w:val="004A4EA2"/>
    <w:rsid w:val="004A6C9B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0BC9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5A6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4AD7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5CF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36B0D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34A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0139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950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297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20B"/>
    <w:rsid w:val="007554B0"/>
    <w:rsid w:val="007578B1"/>
    <w:rsid w:val="00757CBA"/>
    <w:rsid w:val="00757E52"/>
    <w:rsid w:val="007612FB"/>
    <w:rsid w:val="007624A2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23B"/>
    <w:rsid w:val="00795852"/>
    <w:rsid w:val="00797132"/>
    <w:rsid w:val="007972F3"/>
    <w:rsid w:val="007973A2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4797"/>
    <w:rsid w:val="007D6535"/>
    <w:rsid w:val="007D706B"/>
    <w:rsid w:val="007D7475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6993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6FD3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6FD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6A38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100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25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2E8B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6553D"/>
    <w:rsid w:val="00970643"/>
    <w:rsid w:val="0097070A"/>
    <w:rsid w:val="009717C1"/>
    <w:rsid w:val="00972507"/>
    <w:rsid w:val="009727BF"/>
    <w:rsid w:val="0097308C"/>
    <w:rsid w:val="009743E2"/>
    <w:rsid w:val="00974625"/>
    <w:rsid w:val="009753C9"/>
    <w:rsid w:val="00975CFE"/>
    <w:rsid w:val="00976660"/>
    <w:rsid w:val="0097698C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3B2C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34E8"/>
    <w:rsid w:val="009C44D0"/>
    <w:rsid w:val="009C4983"/>
    <w:rsid w:val="009C4E4E"/>
    <w:rsid w:val="009C4EF5"/>
    <w:rsid w:val="009C5B29"/>
    <w:rsid w:val="009C621C"/>
    <w:rsid w:val="009C67D3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156AF"/>
    <w:rsid w:val="00A165DA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222E"/>
    <w:rsid w:val="00AB3576"/>
    <w:rsid w:val="00AB4A75"/>
    <w:rsid w:val="00AB4D36"/>
    <w:rsid w:val="00AB5A67"/>
    <w:rsid w:val="00AB6717"/>
    <w:rsid w:val="00AC0A59"/>
    <w:rsid w:val="00AC2267"/>
    <w:rsid w:val="00AC613B"/>
    <w:rsid w:val="00AC662F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3796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3C65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530B"/>
    <w:rsid w:val="00C4690E"/>
    <w:rsid w:val="00C46A57"/>
    <w:rsid w:val="00C51235"/>
    <w:rsid w:val="00C51387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86CEC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2FC3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430C"/>
    <w:rsid w:val="00D0453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82C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299E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5FAE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086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096"/>
    <w:rsid w:val="00DE31FA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DF7557"/>
    <w:rsid w:val="00E002D6"/>
    <w:rsid w:val="00E02DF9"/>
    <w:rsid w:val="00E03154"/>
    <w:rsid w:val="00E039D5"/>
    <w:rsid w:val="00E03BB1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3E92"/>
    <w:rsid w:val="00E65F49"/>
    <w:rsid w:val="00E66396"/>
    <w:rsid w:val="00E6655E"/>
    <w:rsid w:val="00E66D6D"/>
    <w:rsid w:val="00E70392"/>
    <w:rsid w:val="00E70830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5E1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103"/>
    <w:rsid w:val="00ED7861"/>
    <w:rsid w:val="00EE1FA3"/>
    <w:rsid w:val="00EE3968"/>
    <w:rsid w:val="00EE403C"/>
    <w:rsid w:val="00EE4DF3"/>
    <w:rsid w:val="00EE5CE4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1FF4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925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3A24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0A6823B2"/>
  <w15:docId w15:val="{8332EC98-CC9B-4BF0-B20B-D444F140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paragraph" w:customStyle="1" w:styleId="Default">
    <w:name w:val="Default"/>
    <w:rsid w:val="00DE309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.HINSLEY1\Documents\Draft%20CUSC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2957A1E62A4452B734DD011F7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5D88E-9800-41BA-9AE4-B64FD18A6F76}"/>
      </w:docPartPr>
      <w:docPartBody>
        <w:p w:rsidR="00A929A0" w:rsidRDefault="008375C9">
          <w:pPr>
            <w:pStyle w:val="3C2957A1E62A4452B734DD011F7B4D72"/>
          </w:pPr>
          <w:r w:rsidRPr="000770F3">
            <w:rPr>
              <w:rStyle w:val="PlaceholderText"/>
            </w:rPr>
            <w:t>Click or tap to enter a date.</w:t>
          </w:r>
        </w:p>
      </w:docPartBody>
    </w:docPart>
    <w:docPart>
      <w:docPartPr>
        <w:name w:val="9390963286334B8CA88766FB5960D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B95F8-C424-421E-B266-F834E9C14902}"/>
      </w:docPartPr>
      <w:docPartBody>
        <w:p w:rsidR="00A929A0" w:rsidRDefault="008375C9">
          <w:pPr>
            <w:pStyle w:val="9390963286334B8CA88766FB5960DEAA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D47420E11EA84CA7B7A58E0DDBFCC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A87F3-D7F1-4157-AA01-0767DBD62C79}"/>
      </w:docPartPr>
      <w:docPartBody>
        <w:p w:rsidR="00A929A0" w:rsidRDefault="008375C9">
          <w:pPr>
            <w:pStyle w:val="D47420E11EA84CA7B7A58E0DDBFCC75A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8E531F47D41F406CAB9421537E977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8BC20-0285-4267-9D23-2DA1C987981D}"/>
      </w:docPartPr>
      <w:docPartBody>
        <w:p w:rsidR="00C159A1" w:rsidRDefault="0059792B" w:rsidP="0059792B">
          <w:pPr>
            <w:pStyle w:val="8E531F47D41F406CAB9421537E977DB3"/>
          </w:pPr>
          <w:r w:rsidRPr="00A16AB5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5878955CE1D401BAF376AC377AC4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F7D3F-FE1E-45CE-B003-9F9BD5209FE5}"/>
      </w:docPartPr>
      <w:docPartBody>
        <w:p w:rsidR="00C159A1" w:rsidRDefault="0059792B" w:rsidP="0059792B">
          <w:pPr>
            <w:pStyle w:val="A5878955CE1D401BAF376AC377AC43CD"/>
          </w:pPr>
          <w:r>
            <w:rPr>
              <w:rStyle w:val="PlaceholderText"/>
            </w:rPr>
            <w:t>Attendee name</w:t>
          </w:r>
        </w:p>
      </w:docPartBody>
    </w:docPart>
    <w:docPart>
      <w:docPartPr>
        <w:name w:val="047EC720170E4F65B22E7176A0C06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CB551-A697-46AC-AB65-7456F188906C}"/>
      </w:docPartPr>
      <w:docPartBody>
        <w:p w:rsidR="00C159A1" w:rsidRDefault="0059792B" w:rsidP="0059792B">
          <w:pPr>
            <w:pStyle w:val="047EC720170E4F65B22E7176A0C0641F"/>
          </w:pPr>
          <w:r w:rsidRPr="00A16AB5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96E4CC311394ED4850ACA672DAD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C35A9-C092-4E25-85EB-1242A977B245}"/>
      </w:docPartPr>
      <w:docPartBody>
        <w:p w:rsidR="00C159A1" w:rsidRDefault="0059792B" w:rsidP="0059792B">
          <w:pPr>
            <w:pStyle w:val="096E4CC311394ED4850ACA672DAD8A98"/>
          </w:pPr>
          <w:r>
            <w:rPr>
              <w:rStyle w:val="PlaceholderText"/>
            </w:rPr>
            <w:t>Attendee name</w:t>
          </w:r>
        </w:p>
      </w:docPartBody>
    </w:docPart>
    <w:docPart>
      <w:docPartPr>
        <w:name w:val="D12742D942594506AF7492FA6E54F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8B675-DC23-496B-BA03-3D61865B475D}"/>
      </w:docPartPr>
      <w:docPartBody>
        <w:p w:rsidR="00C159A1" w:rsidRDefault="0059792B" w:rsidP="0059792B">
          <w:pPr>
            <w:pStyle w:val="D12742D942594506AF7492FA6E54FD77"/>
          </w:pPr>
          <w:r w:rsidRPr="00A16AB5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91F45C62DF44CF7B6BAB5C348E64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B509A-EF7D-4D65-9F30-55C5EE3AABFD}"/>
      </w:docPartPr>
      <w:docPartBody>
        <w:p w:rsidR="008D32A0" w:rsidRDefault="009B0F48" w:rsidP="009B0F48">
          <w:pPr>
            <w:pStyle w:val="F91F45C62DF44CF7B6BAB5C348E645D4"/>
          </w:pPr>
          <w:r w:rsidRPr="00A16AB5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63406AF047747D6B6F91CDE9F3DD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9BDC3-0D4D-4C1B-9CD4-1B87DEB3AF08}"/>
      </w:docPartPr>
      <w:docPartBody>
        <w:p w:rsidR="008D32A0" w:rsidRDefault="009B0F48" w:rsidP="009B0F48">
          <w:pPr>
            <w:pStyle w:val="E63406AF047747D6B6F91CDE9F3DD5FB"/>
          </w:pPr>
          <w:r>
            <w:rPr>
              <w:rStyle w:val="PlaceholderText"/>
            </w:rPr>
            <w:t>Owner (X minutes)</w:t>
          </w:r>
        </w:p>
      </w:docPartBody>
    </w:docPart>
    <w:docPart>
      <w:docPartPr>
        <w:name w:val="DF3245783D9F4FB2BE4A782E408DD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40A92-D96F-494F-B6A4-DD8278A4C9B7}"/>
      </w:docPartPr>
      <w:docPartBody>
        <w:p w:rsidR="008D32A0" w:rsidRDefault="009B0F48" w:rsidP="009B0F48">
          <w:pPr>
            <w:pStyle w:val="DF3245783D9F4FB2BE4A782E408DDEEC"/>
          </w:pPr>
          <w:r>
            <w:rPr>
              <w:rStyle w:val="PlaceholderText"/>
            </w:rPr>
            <w:t>Owner (X minutes)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C9"/>
    <w:rsid w:val="002E3681"/>
    <w:rsid w:val="0059792B"/>
    <w:rsid w:val="008375C9"/>
    <w:rsid w:val="00877CE5"/>
    <w:rsid w:val="008D32A0"/>
    <w:rsid w:val="009B0F48"/>
    <w:rsid w:val="00A36B47"/>
    <w:rsid w:val="00A929A0"/>
    <w:rsid w:val="00B10A3F"/>
    <w:rsid w:val="00B212C5"/>
    <w:rsid w:val="00BF690D"/>
    <w:rsid w:val="00C03E0E"/>
    <w:rsid w:val="00C159A1"/>
    <w:rsid w:val="00CD053B"/>
    <w:rsid w:val="00E8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0F48"/>
    <w:rPr>
      <w:color w:val="808080"/>
    </w:rPr>
  </w:style>
  <w:style w:type="paragraph" w:customStyle="1" w:styleId="3C2957A1E62A4452B734DD011F7B4D72">
    <w:name w:val="3C2957A1E62A4452B734DD011F7B4D72"/>
  </w:style>
  <w:style w:type="paragraph" w:customStyle="1" w:styleId="30B116EAC2C64CA3A44ACF47E1FF96F9">
    <w:name w:val="30B116EAC2C64CA3A44ACF47E1FF96F9"/>
  </w:style>
  <w:style w:type="paragraph" w:customStyle="1" w:styleId="9390963286334B8CA88766FB5960DEAA">
    <w:name w:val="9390963286334B8CA88766FB5960DEAA"/>
  </w:style>
  <w:style w:type="paragraph" w:customStyle="1" w:styleId="D47420E11EA84CA7B7A58E0DDBFCC75A">
    <w:name w:val="D47420E11EA84CA7B7A58E0DDBFCC75A"/>
  </w:style>
  <w:style w:type="paragraph" w:customStyle="1" w:styleId="929B4EE778AC4857844CCA3897EA1BB1">
    <w:name w:val="929B4EE778AC4857844CCA3897EA1BB1"/>
  </w:style>
  <w:style w:type="paragraph" w:customStyle="1" w:styleId="535487E6FAF748B79AA3DFC097424607">
    <w:name w:val="535487E6FAF748B79AA3DFC097424607"/>
  </w:style>
  <w:style w:type="paragraph" w:customStyle="1" w:styleId="601B226B0A4C480BAA8FD3C3197F6BCF">
    <w:name w:val="601B226B0A4C480BAA8FD3C3197F6BCF"/>
  </w:style>
  <w:style w:type="paragraph" w:customStyle="1" w:styleId="585333A89B124057867FB6AE0780D3D9">
    <w:name w:val="585333A89B124057867FB6AE0780D3D9"/>
  </w:style>
  <w:style w:type="paragraph" w:customStyle="1" w:styleId="1CAE26FF6843482E8E7BC20685DA1B55">
    <w:name w:val="1CAE26FF6843482E8E7BC20685DA1B55"/>
  </w:style>
  <w:style w:type="paragraph" w:customStyle="1" w:styleId="C08127594B6A447D8B97C335444BED0F">
    <w:name w:val="C08127594B6A447D8B97C335444BED0F"/>
  </w:style>
  <w:style w:type="paragraph" w:customStyle="1" w:styleId="1A4DC273FBE84ED6ADF49CFFC6CFED41">
    <w:name w:val="1A4DC273FBE84ED6ADF49CFFC6CFED41"/>
  </w:style>
  <w:style w:type="paragraph" w:customStyle="1" w:styleId="5586AC67F96B42CE8681ED0963C34D79">
    <w:name w:val="5586AC67F96B42CE8681ED0963C34D79"/>
  </w:style>
  <w:style w:type="paragraph" w:customStyle="1" w:styleId="194F680BA3F54EA7BA6FEE7059C6DCEF">
    <w:name w:val="194F680BA3F54EA7BA6FEE7059C6DCEF"/>
  </w:style>
  <w:style w:type="paragraph" w:customStyle="1" w:styleId="20725ACF561D4233B56303D8DFE1349A">
    <w:name w:val="20725ACF561D4233B56303D8DFE1349A"/>
  </w:style>
  <w:style w:type="paragraph" w:customStyle="1" w:styleId="86FFD771843C48989B485DCD30953695">
    <w:name w:val="86FFD771843C48989B485DCD30953695"/>
  </w:style>
  <w:style w:type="paragraph" w:customStyle="1" w:styleId="D24448E3223C4043807FC737F84C07D1">
    <w:name w:val="D24448E3223C4043807FC737F84C07D1"/>
  </w:style>
  <w:style w:type="paragraph" w:customStyle="1" w:styleId="81A3EBC4FD9147869F6697494E86D292">
    <w:name w:val="81A3EBC4FD9147869F6697494E86D292"/>
  </w:style>
  <w:style w:type="paragraph" w:customStyle="1" w:styleId="AB046C418FA24980A94EEC73528CB2C4">
    <w:name w:val="AB046C418FA24980A94EEC73528CB2C4"/>
  </w:style>
  <w:style w:type="paragraph" w:customStyle="1" w:styleId="321691621C07455A9AA4375334A00FBE">
    <w:name w:val="321691621C07455A9AA4375334A00FBE"/>
  </w:style>
  <w:style w:type="paragraph" w:customStyle="1" w:styleId="5C19E9B13B0A48EFA779E3D7D7A32544">
    <w:name w:val="5C19E9B13B0A48EFA779E3D7D7A32544"/>
  </w:style>
  <w:style w:type="paragraph" w:customStyle="1" w:styleId="36FC0409F9AF4C929F783527765BE3CC">
    <w:name w:val="36FC0409F9AF4C929F783527765BE3CC"/>
  </w:style>
  <w:style w:type="paragraph" w:customStyle="1" w:styleId="5298A2A4A89041939A14CBC5B05BC9BF">
    <w:name w:val="5298A2A4A89041939A14CBC5B05BC9BF"/>
  </w:style>
  <w:style w:type="paragraph" w:customStyle="1" w:styleId="ED6A6E7A57064A389E48E5CE9006E8F9">
    <w:name w:val="ED6A6E7A57064A389E48E5CE9006E8F9"/>
  </w:style>
  <w:style w:type="paragraph" w:customStyle="1" w:styleId="A74604BE67AA469E91DA2D4EB4D7C784">
    <w:name w:val="A74604BE67AA469E91DA2D4EB4D7C784"/>
  </w:style>
  <w:style w:type="paragraph" w:customStyle="1" w:styleId="5D851F0CAE794B79A88135E6D0ACAE7D">
    <w:name w:val="5D851F0CAE794B79A88135E6D0ACAE7D"/>
  </w:style>
  <w:style w:type="paragraph" w:customStyle="1" w:styleId="B5584C5ED6D742CA9658BB5B71D6FB51">
    <w:name w:val="B5584C5ED6D742CA9658BB5B71D6FB51"/>
  </w:style>
  <w:style w:type="paragraph" w:customStyle="1" w:styleId="12DBBC5818BE4182AC52D929EC127AA2">
    <w:name w:val="12DBBC5818BE4182AC52D929EC127AA2"/>
  </w:style>
  <w:style w:type="paragraph" w:customStyle="1" w:styleId="A8F581777461457DB5D377EAB60C472A">
    <w:name w:val="A8F581777461457DB5D377EAB60C472A"/>
  </w:style>
  <w:style w:type="paragraph" w:customStyle="1" w:styleId="87C93902ACA34B99A1F385594E796206">
    <w:name w:val="87C93902ACA34B99A1F385594E796206"/>
  </w:style>
  <w:style w:type="paragraph" w:customStyle="1" w:styleId="03F927FC13184B9A87FF5513CDE2D99A">
    <w:name w:val="03F927FC13184B9A87FF5513CDE2D99A"/>
  </w:style>
  <w:style w:type="paragraph" w:customStyle="1" w:styleId="5A58A4608EE548F8BA0395DA85F012F8">
    <w:name w:val="5A58A4608EE548F8BA0395DA85F012F8"/>
  </w:style>
  <w:style w:type="paragraph" w:customStyle="1" w:styleId="3F91BCF4292A4F3CA485EFA2B8330216">
    <w:name w:val="3F91BCF4292A4F3CA485EFA2B8330216"/>
  </w:style>
  <w:style w:type="paragraph" w:customStyle="1" w:styleId="B317F30E86944CE18074D349E9FB0ADD">
    <w:name w:val="B317F30E86944CE18074D349E9FB0ADD"/>
  </w:style>
  <w:style w:type="paragraph" w:customStyle="1" w:styleId="ABA527D338114244BE907D88C8E524DB">
    <w:name w:val="ABA527D338114244BE907D88C8E524DB"/>
  </w:style>
  <w:style w:type="paragraph" w:customStyle="1" w:styleId="F6355650386D4C4190EB007132F92545">
    <w:name w:val="F6355650386D4C4190EB007132F92545"/>
  </w:style>
  <w:style w:type="paragraph" w:customStyle="1" w:styleId="8A6EDA4712914F81B778A5388193DC23">
    <w:name w:val="8A6EDA4712914F81B778A5388193DC23"/>
  </w:style>
  <w:style w:type="paragraph" w:customStyle="1" w:styleId="20500532B35E45EF95AB2440BDD5D2BC">
    <w:name w:val="20500532B35E45EF95AB2440BDD5D2BC"/>
  </w:style>
  <w:style w:type="paragraph" w:customStyle="1" w:styleId="80FDB91437894CCC8D94CE9765CA4B09">
    <w:name w:val="80FDB91437894CCC8D94CE9765CA4B09"/>
  </w:style>
  <w:style w:type="paragraph" w:customStyle="1" w:styleId="4CED4F0C57934B4FA94F5517A4C8D762">
    <w:name w:val="4CED4F0C57934B4FA94F5517A4C8D762"/>
  </w:style>
  <w:style w:type="paragraph" w:customStyle="1" w:styleId="2B00167A483F4591937C34C7DC56CB9C">
    <w:name w:val="2B00167A483F4591937C34C7DC56CB9C"/>
  </w:style>
  <w:style w:type="paragraph" w:customStyle="1" w:styleId="5CB7A5EB6D0C48659ED2132E4011B3C6">
    <w:name w:val="5CB7A5EB6D0C48659ED2132E4011B3C6"/>
  </w:style>
  <w:style w:type="paragraph" w:customStyle="1" w:styleId="626017ECB96343038F437E2FA7F6DB05">
    <w:name w:val="626017ECB96343038F437E2FA7F6DB05"/>
  </w:style>
  <w:style w:type="paragraph" w:customStyle="1" w:styleId="07525A744D7347B384F8B997485C21DE">
    <w:name w:val="07525A744D7347B384F8B997485C21DE"/>
    <w:rsid w:val="00A929A0"/>
    <w:pPr>
      <w:spacing w:after="160" w:line="259" w:lineRule="auto"/>
    </w:pPr>
  </w:style>
  <w:style w:type="paragraph" w:customStyle="1" w:styleId="EFFB148B6BDB48C6BD039D9EFE7C412B">
    <w:name w:val="EFFB148B6BDB48C6BD039D9EFE7C412B"/>
    <w:rsid w:val="00A929A0"/>
    <w:pPr>
      <w:spacing w:after="160" w:line="259" w:lineRule="auto"/>
    </w:pPr>
  </w:style>
  <w:style w:type="paragraph" w:customStyle="1" w:styleId="F2DDED4736B740B09171D4B4702185A7">
    <w:name w:val="F2DDED4736B740B09171D4B4702185A7"/>
    <w:rsid w:val="00A929A0"/>
    <w:pPr>
      <w:spacing w:after="160" w:line="259" w:lineRule="auto"/>
    </w:pPr>
  </w:style>
  <w:style w:type="paragraph" w:customStyle="1" w:styleId="7623273933CF4BF8BF1C3589B91D8C8D">
    <w:name w:val="7623273933CF4BF8BF1C3589B91D8C8D"/>
    <w:rsid w:val="00A929A0"/>
    <w:pPr>
      <w:spacing w:after="160" w:line="259" w:lineRule="auto"/>
    </w:pPr>
  </w:style>
  <w:style w:type="paragraph" w:customStyle="1" w:styleId="0DB703F51B89436BAA2D8D7845B8E68F">
    <w:name w:val="0DB703F51B89436BAA2D8D7845B8E68F"/>
    <w:rsid w:val="00A929A0"/>
    <w:pPr>
      <w:spacing w:after="160" w:line="259" w:lineRule="auto"/>
    </w:pPr>
  </w:style>
  <w:style w:type="paragraph" w:customStyle="1" w:styleId="93727C74CDBB445D883F4BEA7962D26D">
    <w:name w:val="93727C74CDBB445D883F4BEA7962D26D"/>
    <w:rsid w:val="00A929A0"/>
    <w:pPr>
      <w:spacing w:after="160" w:line="259" w:lineRule="auto"/>
    </w:pPr>
  </w:style>
  <w:style w:type="paragraph" w:customStyle="1" w:styleId="87C5C8D7C055455BBFDFADDE6F9B254E">
    <w:name w:val="87C5C8D7C055455BBFDFADDE6F9B254E"/>
    <w:rsid w:val="00A929A0"/>
    <w:pPr>
      <w:spacing w:after="160" w:line="259" w:lineRule="auto"/>
    </w:pPr>
  </w:style>
  <w:style w:type="paragraph" w:customStyle="1" w:styleId="A59CB8710D8F4DC09D3B9E6055C0FC2D">
    <w:name w:val="A59CB8710D8F4DC09D3B9E6055C0FC2D"/>
    <w:rsid w:val="00A929A0"/>
    <w:pPr>
      <w:spacing w:after="160" w:line="259" w:lineRule="auto"/>
    </w:pPr>
  </w:style>
  <w:style w:type="paragraph" w:customStyle="1" w:styleId="D09329C6677246DB90B72FE24BA40E40">
    <w:name w:val="D09329C6677246DB90B72FE24BA40E40"/>
    <w:rsid w:val="00A929A0"/>
    <w:pPr>
      <w:spacing w:after="160" w:line="259" w:lineRule="auto"/>
    </w:pPr>
  </w:style>
  <w:style w:type="paragraph" w:customStyle="1" w:styleId="C23496A959A0410EA599BE643D6745DF">
    <w:name w:val="C23496A959A0410EA599BE643D6745DF"/>
    <w:rsid w:val="00A929A0"/>
    <w:pPr>
      <w:spacing w:after="160" w:line="259" w:lineRule="auto"/>
    </w:pPr>
  </w:style>
  <w:style w:type="paragraph" w:customStyle="1" w:styleId="4367AC92A04B47279CEE1DAD5FDD9144">
    <w:name w:val="4367AC92A04B47279CEE1DAD5FDD9144"/>
    <w:rsid w:val="00A929A0"/>
    <w:pPr>
      <w:spacing w:after="160" w:line="259" w:lineRule="auto"/>
    </w:pPr>
  </w:style>
  <w:style w:type="paragraph" w:customStyle="1" w:styleId="CE40605C55AE4F3EA3212B8F00A0F7AD">
    <w:name w:val="CE40605C55AE4F3EA3212B8F00A0F7AD"/>
    <w:rsid w:val="00A929A0"/>
    <w:pPr>
      <w:spacing w:after="160" w:line="259" w:lineRule="auto"/>
    </w:pPr>
  </w:style>
  <w:style w:type="paragraph" w:customStyle="1" w:styleId="FAB40AD9C8E64792BCAFC0B92628592E">
    <w:name w:val="FAB40AD9C8E64792BCAFC0B92628592E"/>
    <w:rsid w:val="00A929A0"/>
    <w:pPr>
      <w:spacing w:after="160" w:line="259" w:lineRule="auto"/>
    </w:pPr>
  </w:style>
  <w:style w:type="paragraph" w:customStyle="1" w:styleId="A7B7477DFD21496B8D4A6DF82AA658F4">
    <w:name w:val="A7B7477DFD21496B8D4A6DF82AA658F4"/>
    <w:rsid w:val="00A929A0"/>
    <w:pPr>
      <w:spacing w:after="160" w:line="259" w:lineRule="auto"/>
    </w:pPr>
  </w:style>
  <w:style w:type="paragraph" w:customStyle="1" w:styleId="839C3EF14A8142DDA45F3125DC087316">
    <w:name w:val="839C3EF14A8142DDA45F3125DC087316"/>
    <w:rsid w:val="00A929A0"/>
    <w:pPr>
      <w:spacing w:after="160" w:line="259" w:lineRule="auto"/>
    </w:pPr>
  </w:style>
  <w:style w:type="paragraph" w:customStyle="1" w:styleId="D46EB431971447BFADBED8574029D904">
    <w:name w:val="D46EB431971447BFADBED8574029D904"/>
    <w:rsid w:val="00A929A0"/>
    <w:pPr>
      <w:spacing w:after="160" w:line="259" w:lineRule="auto"/>
    </w:pPr>
  </w:style>
  <w:style w:type="paragraph" w:customStyle="1" w:styleId="A5F457FDA69040D588B42A51212A3559">
    <w:name w:val="A5F457FDA69040D588B42A51212A3559"/>
    <w:rsid w:val="00A929A0"/>
    <w:pPr>
      <w:spacing w:after="160" w:line="259" w:lineRule="auto"/>
    </w:pPr>
  </w:style>
  <w:style w:type="paragraph" w:customStyle="1" w:styleId="9F2D311A66EC44A582154566E3F72995">
    <w:name w:val="9F2D311A66EC44A582154566E3F72995"/>
    <w:rsid w:val="00A929A0"/>
    <w:pPr>
      <w:spacing w:after="160" w:line="259" w:lineRule="auto"/>
    </w:pPr>
  </w:style>
  <w:style w:type="paragraph" w:customStyle="1" w:styleId="57A7867697FB4C62BF8E1BF5032A5FAF">
    <w:name w:val="57A7867697FB4C62BF8E1BF5032A5FAF"/>
    <w:rsid w:val="00A929A0"/>
    <w:pPr>
      <w:spacing w:after="160" w:line="259" w:lineRule="auto"/>
    </w:pPr>
  </w:style>
  <w:style w:type="paragraph" w:customStyle="1" w:styleId="A1D07CB045D14632818EB3D737423891">
    <w:name w:val="A1D07CB045D14632818EB3D737423891"/>
    <w:rsid w:val="00A929A0"/>
    <w:pPr>
      <w:spacing w:after="160" w:line="259" w:lineRule="auto"/>
    </w:pPr>
  </w:style>
  <w:style w:type="paragraph" w:customStyle="1" w:styleId="DF333F51E74F42B795DF2B10460D23E7">
    <w:name w:val="DF333F51E74F42B795DF2B10460D23E7"/>
    <w:rsid w:val="00A929A0"/>
    <w:pPr>
      <w:spacing w:after="160" w:line="259" w:lineRule="auto"/>
    </w:pPr>
  </w:style>
  <w:style w:type="paragraph" w:customStyle="1" w:styleId="EBBCFCE00B104C859FD7E592383B4D86">
    <w:name w:val="EBBCFCE00B104C859FD7E592383B4D86"/>
    <w:rsid w:val="00A929A0"/>
    <w:pPr>
      <w:spacing w:after="160" w:line="259" w:lineRule="auto"/>
    </w:pPr>
  </w:style>
  <w:style w:type="paragraph" w:customStyle="1" w:styleId="893672C058364E8A8770DA866DC154AE">
    <w:name w:val="893672C058364E8A8770DA866DC154AE"/>
    <w:rsid w:val="00A929A0"/>
    <w:pPr>
      <w:spacing w:after="160" w:line="259" w:lineRule="auto"/>
    </w:pPr>
  </w:style>
  <w:style w:type="paragraph" w:customStyle="1" w:styleId="3F016D5E7F864914B8E19682527F5B30">
    <w:name w:val="3F016D5E7F864914B8E19682527F5B30"/>
    <w:rsid w:val="00A929A0"/>
    <w:pPr>
      <w:spacing w:after="160" w:line="259" w:lineRule="auto"/>
    </w:pPr>
  </w:style>
  <w:style w:type="paragraph" w:customStyle="1" w:styleId="D7CEB77D92E54EFDA09411708B9C87FA">
    <w:name w:val="D7CEB77D92E54EFDA09411708B9C87FA"/>
    <w:rsid w:val="00A929A0"/>
    <w:pPr>
      <w:spacing w:after="160" w:line="259" w:lineRule="auto"/>
    </w:pPr>
  </w:style>
  <w:style w:type="paragraph" w:customStyle="1" w:styleId="F441FB62D94241D0BEC88372E3D6D17C">
    <w:name w:val="F441FB62D94241D0BEC88372E3D6D17C"/>
    <w:rsid w:val="002E3681"/>
    <w:pPr>
      <w:spacing w:after="160" w:line="259" w:lineRule="auto"/>
    </w:pPr>
  </w:style>
  <w:style w:type="paragraph" w:customStyle="1" w:styleId="18B306BA42C544C69EE016305D37A670">
    <w:name w:val="18B306BA42C544C69EE016305D37A670"/>
    <w:rsid w:val="002E3681"/>
    <w:pPr>
      <w:spacing w:after="160" w:line="259" w:lineRule="auto"/>
    </w:pPr>
  </w:style>
  <w:style w:type="paragraph" w:customStyle="1" w:styleId="11D542BE6961466FA9C7071BA45A03D6">
    <w:name w:val="11D542BE6961466FA9C7071BA45A03D6"/>
    <w:rsid w:val="002E3681"/>
    <w:pPr>
      <w:spacing w:after="160" w:line="259" w:lineRule="auto"/>
    </w:pPr>
  </w:style>
  <w:style w:type="paragraph" w:customStyle="1" w:styleId="CA93B21945254993A89CE4F51B9B66AD">
    <w:name w:val="CA93B21945254993A89CE4F51B9B66AD"/>
    <w:rsid w:val="002E3681"/>
    <w:pPr>
      <w:spacing w:after="160" w:line="259" w:lineRule="auto"/>
    </w:pPr>
  </w:style>
  <w:style w:type="paragraph" w:customStyle="1" w:styleId="3A897C3C16E5495EA3FAF820E0E930FA">
    <w:name w:val="3A897C3C16E5495EA3FAF820E0E930FA"/>
    <w:rsid w:val="00B212C5"/>
  </w:style>
  <w:style w:type="paragraph" w:customStyle="1" w:styleId="267C67E799AB47D4892C8AFCE1694658">
    <w:name w:val="267C67E799AB47D4892C8AFCE1694658"/>
    <w:rsid w:val="00B212C5"/>
  </w:style>
  <w:style w:type="paragraph" w:customStyle="1" w:styleId="D046CA874091435D88EBFEE09567C064">
    <w:name w:val="D046CA874091435D88EBFEE09567C064"/>
    <w:rsid w:val="00B212C5"/>
  </w:style>
  <w:style w:type="paragraph" w:customStyle="1" w:styleId="851C144A652843CB8A4F616AE70FFBB2">
    <w:name w:val="851C144A652843CB8A4F616AE70FFBB2"/>
    <w:rsid w:val="00B212C5"/>
  </w:style>
  <w:style w:type="paragraph" w:customStyle="1" w:styleId="99797FCB27104732A388DB9C0854C899">
    <w:name w:val="99797FCB27104732A388DB9C0854C899"/>
    <w:rsid w:val="00B212C5"/>
  </w:style>
  <w:style w:type="paragraph" w:customStyle="1" w:styleId="9A69F48D9EC64301B22B5E8C9E673FE7">
    <w:name w:val="9A69F48D9EC64301B22B5E8C9E673FE7"/>
    <w:rsid w:val="00B212C5"/>
  </w:style>
  <w:style w:type="paragraph" w:customStyle="1" w:styleId="34C9E8A65C214DE8BAF7CBC3DB373AFA">
    <w:name w:val="34C9E8A65C214DE8BAF7CBC3DB373AFA"/>
    <w:rsid w:val="00CD053B"/>
    <w:pPr>
      <w:spacing w:after="160" w:line="259" w:lineRule="auto"/>
    </w:pPr>
  </w:style>
  <w:style w:type="paragraph" w:customStyle="1" w:styleId="96F771658A784F489FDB9D8260E6BC2B">
    <w:name w:val="96F771658A784F489FDB9D8260E6BC2B"/>
    <w:rsid w:val="00CD053B"/>
    <w:pPr>
      <w:spacing w:after="160" w:line="259" w:lineRule="auto"/>
    </w:pPr>
  </w:style>
  <w:style w:type="paragraph" w:customStyle="1" w:styleId="8332013A9A4F482BA4BE7EA742362890">
    <w:name w:val="8332013A9A4F482BA4BE7EA742362890"/>
    <w:rsid w:val="00B10A3F"/>
    <w:pPr>
      <w:spacing w:after="160" w:line="259" w:lineRule="auto"/>
    </w:pPr>
  </w:style>
  <w:style w:type="paragraph" w:customStyle="1" w:styleId="2B797F68FC7C4823990A126659B7B263">
    <w:name w:val="2B797F68FC7C4823990A126659B7B263"/>
    <w:rsid w:val="00B10A3F"/>
    <w:pPr>
      <w:spacing w:after="160" w:line="259" w:lineRule="auto"/>
    </w:pPr>
  </w:style>
  <w:style w:type="paragraph" w:customStyle="1" w:styleId="CC544B6EEBE04FDFAD9538772FE4D9D0">
    <w:name w:val="CC544B6EEBE04FDFAD9538772FE4D9D0"/>
    <w:rsid w:val="00E84800"/>
    <w:pPr>
      <w:spacing w:after="160" w:line="259" w:lineRule="auto"/>
    </w:pPr>
    <w:rPr>
      <w:lang w:val="en-US" w:eastAsia="en-US"/>
    </w:rPr>
  </w:style>
  <w:style w:type="paragraph" w:customStyle="1" w:styleId="1C6925BC8D344D569D58AC786749A10C">
    <w:name w:val="1C6925BC8D344D569D58AC786749A10C"/>
    <w:rsid w:val="00E84800"/>
    <w:pPr>
      <w:spacing w:after="160" w:line="259" w:lineRule="auto"/>
    </w:pPr>
    <w:rPr>
      <w:lang w:val="en-US" w:eastAsia="en-US"/>
    </w:rPr>
  </w:style>
  <w:style w:type="paragraph" w:customStyle="1" w:styleId="D926440DAF4D412F979BA8007924E49F">
    <w:name w:val="D926440DAF4D412F979BA8007924E49F"/>
    <w:rsid w:val="00E84800"/>
    <w:pPr>
      <w:spacing w:after="160" w:line="259" w:lineRule="auto"/>
    </w:pPr>
    <w:rPr>
      <w:lang w:val="en-US" w:eastAsia="en-US"/>
    </w:rPr>
  </w:style>
  <w:style w:type="paragraph" w:customStyle="1" w:styleId="73D9A747B2A94043B82BD906163D783C">
    <w:name w:val="73D9A747B2A94043B82BD906163D783C"/>
    <w:rsid w:val="00E84800"/>
    <w:pPr>
      <w:spacing w:after="160" w:line="259" w:lineRule="auto"/>
    </w:pPr>
    <w:rPr>
      <w:lang w:val="en-US" w:eastAsia="en-US"/>
    </w:rPr>
  </w:style>
  <w:style w:type="paragraph" w:customStyle="1" w:styleId="9751F07BF7C743D487B7D244BDE83A08">
    <w:name w:val="9751F07BF7C743D487B7D244BDE83A08"/>
    <w:rsid w:val="00E84800"/>
    <w:pPr>
      <w:spacing w:after="160" w:line="259" w:lineRule="auto"/>
    </w:pPr>
    <w:rPr>
      <w:lang w:val="en-US" w:eastAsia="en-US"/>
    </w:rPr>
  </w:style>
  <w:style w:type="paragraph" w:customStyle="1" w:styleId="56538075459042D3BB3DC5151772DF40">
    <w:name w:val="56538075459042D3BB3DC5151772DF40"/>
    <w:rsid w:val="00E84800"/>
    <w:pPr>
      <w:spacing w:after="160" w:line="259" w:lineRule="auto"/>
    </w:pPr>
    <w:rPr>
      <w:lang w:val="en-US" w:eastAsia="en-US"/>
    </w:rPr>
  </w:style>
  <w:style w:type="paragraph" w:customStyle="1" w:styleId="C8CF224E2BE14098AEC4950AF1A29DE3">
    <w:name w:val="C8CF224E2BE14098AEC4950AF1A29DE3"/>
    <w:rsid w:val="00E84800"/>
    <w:pPr>
      <w:spacing w:after="160" w:line="259" w:lineRule="auto"/>
    </w:pPr>
    <w:rPr>
      <w:lang w:val="en-US" w:eastAsia="en-US"/>
    </w:rPr>
  </w:style>
  <w:style w:type="paragraph" w:customStyle="1" w:styleId="6F946B95969647E19B331A4339051E3A">
    <w:name w:val="6F946B95969647E19B331A4339051E3A"/>
    <w:rsid w:val="0059792B"/>
    <w:pPr>
      <w:spacing w:after="160" w:line="259" w:lineRule="auto"/>
    </w:pPr>
    <w:rPr>
      <w:lang w:val="en-US" w:eastAsia="en-US"/>
    </w:rPr>
  </w:style>
  <w:style w:type="paragraph" w:customStyle="1" w:styleId="92DEAF3067EC424798892CD51F4FF16C">
    <w:name w:val="92DEAF3067EC424798892CD51F4FF16C"/>
    <w:rsid w:val="0059792B"/>
    <w:pPr>
      <w:spacing w:after="160" w:line="259" w:lineRule="auto"/>
    </w:pPr>
    <w:rPr>
      <w:lang w:val="en-US" w:eastAsia="en-US"/>
    </w:rPr>
  </w:style>
  <w:style w:type="paragraph" w:customStyle="1" w:styleId="7B15FA45B27946F997122098E048C29C">
    <w:name w:val="7B15FA45B27946F997122098E048C29C"/>
    <w:rsid w:val="0059792B"/>
    <w:pPr>
      <w:spacing w:after="160" w:line="259" w:lineRule="auto"/>
    </w:pPr>
    <w:rPr>
      <w:lang w:val="en-US" w:eastAsia="en-US"/>
    </w:rPr>
  </w:style>
  <w:style w:type="paragraph" w:customStyle="1" w:styleId="8E531F47D41F406CAB9421537E977DB3">
    <w:name w:val="8E531F47D41F406CAB9421537E977DB3"/>
    <w:rsid w:val="0059792B"/>
    <w:pPr>
      <w:spacing w:after="160" w:line="259" w:lineRule="auto"/>
    </w:pPr>
    <w:rPr>
      <w:lang w:val="en-US" w:eastAsia="en-US"/>
    </w:rPr>
  </w:style>
  <w:style w:type="paragraph" w:customStyle="1" w:styleId="A5878955CE1D401BAF376AC377AC43CD">
    <w:name w:val="A5878955CE1D401BAF376AC377AC43CD"/>
    <w:rsid w:val="0059792B"/>
    <w:pPr>
      <w:spacing w:after="160" w:line="259" w:lineRule="auto"/>
    </w:pPr>
    <w:rPr>
      <w:lang w:val="en-US" w:eastAsia="en-US"/>
    </w:rPr>
  </w:style>
  <w:style w:type="paragraph" w:customStyle="1" w:styleId="047EC720170E4F65B22E7176A0C0641F">
    <w:name w:val="047EC720170E4F65B22E7176A0C0641F"/>
    <w:rsid w:val="0059792B"/>
    <w:pPr>
      <w:spacing w:after="160" w:line="259" w:lineRule="auto"/>
    </w:pPr>
    <w:rPr>
      <w:lang w:val="en-US" w:eastAsia="en-US"/>
    </w:rPr>
  </w:style>
  <w:style w:type="paragraph" w:customStyle="1" w:styleId="096E4CC311394ED4850ACA672DAD8A98">
    <w:name w:val="096E4CC311394ED4850ACA672DAD8A98"/>
    <w:rsid w:val="0059792B"/>
    <w:pPr>
      <w:spacing w:after="160" w:line="259" w:lineRule="auto"/>
    </w:pPr>
    <w:rPr>
      <w:lang w:val="en-US" w:eastAsia="en-US"/>
    </w:rPr>
  </w:style>
  <w:style w:type="paragraph" w:customStyle="1" w:styleId="D12742D942594506AF7492FA6E54FD77">
    <w:name w:val="D12742D942594506AF7492FA6E54FD77"/>
    <w:rsid w:val="0059792B"/>
    <w:pPr>
      <w:spacing w:after="160" w:line="259" w:lineRule="auto"/>
    </w:pPr>
    <w:rPr>
      <w:lang w:val="en-US" w:eastAsia="en-US"/>
    </w:rPr>
  </w:style>
  <w:style w:type="paragraph" w:customStyle="1" w:styleId="CD25521E6619498380B0BAA1B3EA8BE5">
    <w:name w:val="CD25521E6619498380B0BAA1B3EA8BE5"/>
    <w:rsid w:val="0059792B"/>
    <w:pPr>
      <w:spacing w:after="160" w:line="259" w:lineRule="auto"/>
    </w:pPr>
    <w:rPr>
      <w:lang w:val="en-US" w:eastAsia="en-US"/>
    </w:rPr>
  </w:style>
  <w:style w:type="paragraph" w:customStyle="1" w:styleId="F91F45C62DF44CF7B6BAB5C348E645D4">
    <w:name w:val="F91F45C62DF44CF7B6BAB5C348E645D4"/>
    <w:rsid w:val="009B0F48"/>
    <w:pPr>
      <w:spacing w:after="160" w:line="259" w:lineRule="auto"/>
    </w:pPr>
    <w:rPr>
      <w:lang w:val="en-US" w:eastAsia="en-US"/>
    </w:rPr>
  </w:style>
  <w:style w:type="paragraph" w:customStyle="1" w:styleId="E63406AF047747D6B6F91CDE9F3DD5FB">
    <w:name w:val="E63406AF047747D6B6F91CDE9F3DD5FB"/>
    <w:rsid w:val="009B0F48"/>
    <w:pPr>
      <w:spacing w:after="160" w:line="259" w:lineRule="auto"/>
    </w:pPr>
    <w:rPr>
      <w:lang w:val="en-US" w:eastAsia="en-US"/>
    </w:rPr>
  </w:style>
  <w:style w:type="paragraph" w:customStyle="1" w:styleId="DF3245783D9F4FB2BE4A782E408DDEEC">
    <w:name w:val="DF3245783D9F4FB2BE4A782E408DDEEC"/>
    <w:rsid w:val="009B0F48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61C8F09564428ABFA751934FCA20" ma:contentTypeVersion="2" ma:contentTypeDescription="Create a new document." ma:contentTypeScope="" ma:versionID="8b8c8ffed770ec63fe969ed1f257b81f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df62f18413aca94081f6e32ce5305c4c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0EB4-BEAF-46D9-88A8-45E1BE857056}"/>
</file>

<file path=customXml/itemProps2.xml><?xml version="1.0" encoding="utf-8"?>
<ds:datastoreItem xmlns:ds="http://schemas.openxmlformats.org/officeDocument/2006/customXml" ds:itemID="{1F692409-653D-40FC-B8E6-ECEEA309EC70}">
  <ds:schemaRefs>
    <ds:schemaRef ds:uri="2c4a82d1-790b-4937-b400-0f0f718c57a9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0424AF-8D4E-4445-BD57-067A10848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E3C6C-AA5A-4251-8D2C-D110283A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 CUSC agenda</Template>
  <TotalTime>64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 Word Template - Agenda</vt:lpstr>
    </vt:vector>
  </TitlesOfParts>
  <Company>Hamilton-Brown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Word Template - Agenda</dc:title>
  <dc:creator>Rachel Hinsley</dc:creator>
  <cp:lastModifiedBy>Mullen (ESO), Paul J</cp:lastModifiedBy>
  <cp:revision>11</cp:revision>
  <cp:lastPrinted>2019-05-02T14:03:00Z</cp:lastPrinted>
  <dcterms:created xsi:type="dcterms:W3CDTF">2019-07-22T15:04:00Z</dcterms:created>
  <dcterms:modified xsi:type="dcterms:W3CDTF">2019-10-01T14:15:00Z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0x0101005BC261C8F09564428ABFA751934FCA20</vt:lpwstr>
  </property>
  <property fmtid="{D5CDD505-2E9C-101B-9397-08002B2CF9AE}" pid="3" name="_AdHocReviewCycleID">
    <vt:i4>1773235454</vt:i4>
  </property>
  <property fmtid="{D5CDD505-2E9C-101B-9397-08002B2CF9AE}" pid="4" name="_NewReviewCycle">
    <vt:lpwstr/>
  </property>
  <property fmtid="{D5CDD505-2E9C-101B-9397-08002B2CF9AE}" pid="5" name="_EmailSubject">
    <vt:lpwstr>Draft Agenda</vt:lpwstr>
  </property>
  <property fmtid="{D5CDD505-2E9C-101B-9397-08002B2CF9AE}" pid="6" name="_AuthorEmail">
    <vt:lpwstr>Rachel.Hinsley1@nationalgrid.com</vt:lpwstr>
  </property>
  <property fmtid="{D5CDD505-2E9C-101B-9397-08002B2CF9AE}" pid="7" name="_AuthorEmailDisplayName">
    <vt:lpwstr>Hinsley1, Rachel</vt:lpwstr>
  </property>
  <property fmtid="{D5CDD505-2E9C-101B-9397-08002B2CF9AE}" pid="8" name="_ReviewingToolsShownOnce">
    <vt:lpwstr/>
  </property>
  <property fmtid="{D5CDD505-2E9C-101B-9397-08002B2CF9AE}" pid="9" name="Order">
    <vt:r8>4574200</vt:r8>
  </property>
</Properties>
</file>